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D1CB4" w14:textId="63B2B5E5" w:rsidR="003E63DF" w:rsidRPr="00AF189A" w:rsidRDefault="003E63DF" w:rsidP="003E63DF">
      <w:pPr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（様式</w:t>
      </w:r>
      <w:r w:rsidR="00441A8D">
        <w:rPr>
          <w:rFonts w:hint="eastAsia"/>
          <w:sz w:val="22"/>
          <w:szCs w:val="22"/>
        </w:rPr>
        <w:t>第９号</w:t>
      </w:r>
      <w:r w:rsidRPr="00AF189A">
        <w:rPr>
          <w:rFonts w:hint="eastAsia"/>
          <w:sz w:val="22"/>
          <w:szCs w:val="22"/>
        </w:rPr>
        <w:t>）</w:t>
      </w:r>
    </w:p>
    <w:p w14:paraId="1CA31E1A" w14:textId="77777777" w:rsidR="003E63DF" w:rsidRPr="00AF189A" w:rsidRDefault="003E63DF" w:rsidP="003E63DF">
      <w:pPr>
        <w:jc w:val="right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 xml:space="preserve">　　年　　月　　日</w:t>
      </w:r>
    </w:p>
    <w:p w14:paraId="38C696E6" w14:textId="77777777" w:rsidR="003E63DF" w:rsidRPr="00AF189A" w:rsidRDefault="003E63DF" w:rsidP="003E63DF">
      <w:pPr>
        <w:rPr>
          <w:sz w:val="22"/>
          <w:szCs w:val="22"/>
        </w:rPr>
      </w:pPr>
    </w:p>
    <w:p w14:paraId="3597CC06" w14:textId="77777777" w:rsidR="003E63DF" w:rsidRPr="00AF189A" w:rsidRDefault="003E63DF" w:rsidP="006D2A07">
      <w:pPr>
        <w:ind w:firstLineChars="100" w:firstLine="22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西都市長　様</w:t>
      </w:r>
    </w:p>
    <w:p w14:paraId="1B7ACD2F" w14:textId="77777777" w:rsidR="003E63DF" w:rsidRPr="00AF189A" w:rsidRDefault="003E63DF" w:rsidP="003E63DF">
      <w:pPr>
        <w:rPr>
          <w:sz w:val="22"/>
          <w:szCs w:val="22"/>
        </w:rPr>
      </w:pPr>
    </w:p>
    <w:p w14:paraId="511E5718" w14:textId="77777777" w:rsidR="003E63DF" w:rsidRPr="00AF189A" w:rsidRDefault="003E63DF" w:rsidP="00AF189A">
      <w:pPr>
        <w:ind w:firstLineChars="2300" w:firstLine="506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所在地</w:t>
      </w:r>
    </w:p>
    <w:p w14:paraId="14001774" w14:textId="77777777" w:rsidR="003E63DF" w:rsidRPr="00AF189A" w:rsidRDefault="003E63DF" w:rsidP="00AF189A">
      <w:pPr>
        <w:ind w:firstLineChars="2300" w:firstLine="506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商号又は名称</w:t>
      </w:r>
    </w:p>
    <w:p w14:paraId="6290678C" w14:textId="77777777" w:rsidR="003E63DF" w:rsidRPr="00AF189A" w:rsidRDefault="003E63DF" w:rsidP="00AF189A">
      <w:pPr>
        <w:ind w:firstLineChars="2300" w:firstLine="506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 xml:space="preserve">代表者職氏名　</w:t>
      </w:r>
      <w:r w:rsidR="00AF189A">
        <w:rPr>
          <w:rFonts w:hint="eastAsia"/>
          <w:sz w:val="22"/>
          <w:szCs w:val="22"/>
        </w:rPr>
        <w:t xml:space="preserve">　　</w:t>
      </w:r>
      <w:r w:rsidRPr="00AF189A">
        <w:rPr>
          <w:rFonts w:hint="eastAsia"/>
          <w:sz w:val="22"/>
          <w:szCs w:val="22"/>
        </w:rPr>
        <w:t xml:space="preserve">　　　　　印</w:t>
      </w:r>
    </w:p>
    <w:p w14:paraId="58E15EB8" w14:textId="77777777" w:rsidR="003E63DF" w:rsidRPr="00AF189A" w:rsidRDefault="003E63DF" w:rsidP="003E63DF">
      <w:pPr>
        <w:rPr>
          <w:sz w:val="22"/>
          <w:szCs w:val="22"/>
        </w:rPr>
      </w:pPr>
    </w:p>
    <w:p w14:paraId="58FB9228" w14:textId="3BBA1A53" w:rsidR="003E63DF" w:rsidRPr="00AF189A" w:rsidRDefault="00441A8D" w:rsidP="003E63DF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企画</w:t>
      </w:r>
      <w:r w:rsidR="00FB0492">
        <w:rPr>
          <w:rFonts w:hint="eastAsia"/>
          <w:sz w:val="22"/>
          <w:szCs w:val="22"/>
        </w:rPr>
        <w:t>提案書等提出書</w:t>
      </w:r>
    </w:p>
    <w:p w14:paraId="4622F627" w14:textId="77777777" w:rsidR="003E63DF" w:rsidRPr="00AF189A" w:rsidRDefault="003E63DF" w:rsidP="003E63DF">
      <w:pPr>
        <w:rPr>
          <w:sz w:val="22"/>
          <w:szCs w:val="22"/>
        </w:rPr>
      </w:pPr>
    </w:p>
    <w:p w14:paraId="2CF50531" w14:textId="4FBF7BC8" w:rsidR="00441A8D" w:rsidRDefault="00441A8D" w:rsidP="00AE70AD">
      <w:pPr>
        <w:ind w:firstLineChars="100" w:firstLine="220"/>
        <w:rPr>
          <w:rFonts w:hint="eastAsia"/>
          <w:sz w:val="22"/>
          <w:szCs w:val="22"/>
        </w:rPr>
      </w:pPr>
      <w:r w:rsidRPr="00441A8D">
        <w:rPr>
          <w:rFonts w:hint="eastAsia"/>
          <w:sz w:val="22"/>
          <w:szCs w:val="22"/>
        </w:rPr>
        <w:t>西都市立小中学校</w:t>
      </w:r>
      <w:r w:rsidRPr="00441A8D">
        <w:rPr>
          <w:sz w:val="22"/>
          <w:szCs w:val="22"/>
        </w:rPr>
        <w:t>ICT支援員派遣業務委託</w:t>
      </w:r>
      <w:r w:rsidRPr="00441A8D">
        <w:rPr>
          <w:rFonts w:hint="eastAsia"/>
          <w:sz w:val="22"/>
          <w:szCs w:val="22"/>
        </w:rPr>
        <w:t>公募型プロポーザル実施要領に基づき、</w:t>
      </w:r>
      <w:r>
        <w:rPr>
          <w:rFonts w:hint="eastAsia"/>
          <w:sz w:val="22"/>
          <w:szCs w:val="22"/>
        </w:rPr>
        <w:t>企画</w:t>
      </w:r>
      <w:r w:rsidRPr="00441A8D">
        <w:rPr>
          <w:rFonts w:hint="eastAsia"/>
          <w:sz w:val="22"/>
          <w:szCs w:val="22"/>
        </w:rPr>
        <w:t>提案書等を提出します。</w:t>
      </w:r>
    </w:p>
    <w:p w14:paraId="20D69F9A" w14:textId="7B47761D" w:rsidR="00FB0492" w:rsidRPr="00212E3C" w:rsidRDefault="00AE70AD" w:rsidP="00212E3C">
      <w:pPr>
        <w:ind w:firstLineChars="100" w:firstLine="220"/>
        <w:rPr>
          <w:sz w:val="22"/>
          <w:szCs w:val="22"/>
        </w:rPr>
      </w:pPr>
      <w:r w:rsidRPr="00A60C5A">
        <w:rPr>
          <w:rFonts w:hint="eastAsia"/>
          <w:sz w:val="22"/>
          <w:szCs w:val="22"/>
        </w:rPr>
        <w:t>なお、この</w:t>
      </w:r>
      <w:r w:rsidR="00441A8D">
        <w:rPr>
          <w:rFonts w:hint="eastAsia"/>
          <w:sz w:val="22"/>
          <w:szCs w:val="22"/>
        </w:rPr>
        <w:t>企画</w:t>
      </w:r>
      <w:r>
        <w:rPr>
          <w:rFonts w:hint="eastAsia"/>
          <w:sz w:val="22"/>
          <w:szCs w:val="22"/>
        </w:rPr>
        <w:t>提案書等提出書</w:t>
      </w:r>
      <w:r w:rsidRPr="00A60C5A">
        <w:rPr>
          <w:rFonts w:hint="eastAsia"/>
          <w:sz w:val="22"/>
          <w:szCs w:val="22"/>
        </w:rPr>
        <w:t>及び下記の提出書類の内容については、事実と相違</w:t>
      </w:r>
      <w:r w:rsidR="00965000">
        <w:rPr>
          <w:rFonts w:hint="eastAsia"/>
          <w:sz w:val="22"/>
          <w:szCs w:val="22"/>
        </w:rPr>
        <w:t>ないことを誓約します。</w:t>
      </w:r>
    </w:p>
    <w:p w14:paraId="64B594FC" w14:textId="77777777" w:rsidR="00FB0492" w:rsidRDefault="00FB0492" w:rsidP="00FB0492">
      <w:pPr>
        <w:rPr>
          <w:sz w:val="22"/>
        </w:rPr>
      </w:pPr>
    </w:p>
    <w:p w14:paraId="252170AC" w14:textId="77777777" w:rsidR="00FB0492" w:rsidRDefault="00FB0492" w:rsidP="00FB0492">
      <w:pPr>
        <w:pStyle w:val="a8"/>
      </w:pPr>
      <w:r>
        <w:rPr>
          <w:rFonts w:hint="eastAsia"/>
        </w:rPr>
        <w:t>記</w:t>
      </w:r>
    </w:p>
    <w:p w14:paraId="0EEC4A42" w14:textId="77777777" w:rsidR="00FB0492" w:rsidRDefault="00FB0492" w:rsidP="00FB0492"/>
    <w:p w14:paraId="19E97C4D" w14:textId="77777777" w:rsidR="00FB0492" w:rsidRPr="008A4AE0" w:rsidRDefault="00FB0492" w:rsidP="00FB0492">
      <w:pPr>
        <w:rPr>
          <w:sz w:val="22"/>
        </w:rPr>
      </w:pPr>
      <w:r>
        <w:rPr>
          <w:rFonts w:hint="eastAsia"/>
          <w:sz w:val="22"/>
        </w:rPr>
        <w:t>＜</w:t>
      </w:r>
      <w:r w:rsidRPr="008A4AE0">
        <w:rPr>
          <w:rFonts w:hint="eastAsia"/>
          <w:sz w:val="22"/>
        </w:rPr>
        <w:t>提出書類</w:t>
      </w:r>
      <w:r>
        <w:rPr>
          <w:rFonts w:hint="eastAsia"/>
          <w:sz w:val="22"/>
        </w:rPr>
        <w:t>＞</w:t>
      </w:r>
    </w:p>
    <w:p w14:paraId="2D5263E6" w14:textId="2033A1CA" w:rsidR="00FB0492" w:rsidRDefault="00FB0492" w:rsidP="00FB0492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□　</w:t>
      </w:r>
      <w:r w:rsidR="00441A8D">
        <w:rPr>
          <w:rFonts w:hint="eastAsia"/>
          <w:sz w:val="22"/>
        </w:rPr>
        <w:t>企画</w:t>
      </w:r>
      <w:r>
        <w:rPr>
          <w:rFonts w:hint="eastAsia"/>
          <w:sz w:val="22"/>
        </w:rPr>
        <w:t xml:space="preserve">提案書　　</w:t>
      </w:r>
      <w:r w:rsidR="00441A8D">
        <w:rPr>
          <w:rFonts w:hint="eastAsia"/>
          <w:sz w:val="22"/>
        </w:rPr>
        <w:t>８</w:t>
      </w:r>
      <w:r>
        <w:rPr>
          <w:rFonts w:hint="eastAsia"/>
          <w:sz w:val="22"/>
        </w:rPr>
        <w:t>部</w:t>
      </w:r>
    </w:p>
    <w:p w14:paraId="468F2292" w14:textId="77777777" w:rsidR="00FB0492" w:rsidRDefault="00FB0492" w:rsidP="00FB049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　見積書　　　　１通</w:t>
      </w:r>
    </w:p>
    <w:p w14:paraId="7C2E1A6B" w14:textId="77777777" w:rsidR="00AF189A" w:rsidRDefault="00AF189A" w:rsidP="003E63DF">
      <w:pPr>
        <w:tabs>
          <w:tab w:val="left" w:pos="4725"/>
        </w:tabs>
        <w:ind w:rightChars="400" w:right="840"/>
        <w:rPr>
          <w:sz w:val="22"/>
          <w:szCs w:val="22"/>
        </w:rPr>
      </w:pPr>
    </w:p>
    <w:p w14:paraId="0FB883D8" w14:textId="77777777" w:rsidR="00FB0492" w:rsidRPr="00AF189A" w:rsidRDefault="00FB0492" w:rsidP="003E63DF">
      <w:pPr>
        <w:tabs>
          <w:tab w:val="left" w:pos="4725"/>
        </w:tabs>
        <w:ind w:rightChars="400" w:right="840"/>
        <w:rPr>
          <w:sz w:val="22"/>
          <w:szCs w:val="22"/>
        </w:rPr>
      </w:pPr>
    </w:p>
    <w:p w14:paraId="34A6AA72" w14:textId="77777777" w:rsidR="00AF189A" w:rsidRPr="00AF189A" w:rsidRDefault="00AF189A" w:rsidP="003E63DF">
      <w:pPr>
        <w:tabs>
          <w:tab w:val="left" w:pos="4725"/>
        </w:tabs>
        <w:ind w:rightChars="400" w:right="840"/>
        <w:rPr>
          <w:sz w:val="22"/>
          <w:szCs w:val="22"/>
        </w:rPr>
      </w:pPr>
    </w:p>
    <w:p w14:paraId="78E59AFF" w14:textId="77777777" w:rsidR="003E63DF" w:rsidRPr="00AF189A" w:rsidRDefault="00FB0492" w:rsidP="00FB0492">
      <w:pPr>
        <w:tabs>
          <w:tab w:val="left" w:pos="4725"/>
        </w:tabs>
        <w:ind w:rightChars="400" w:right="840" w:firstLineChars="1300" w:firstLine="2860"/>
        <w:rPr>
          <w:sz w:val="22"/>
          <w:szCs w:val="22"/>
        </w:rPr>
      </w:pPr>
      <w:r>
        <w:rPr>
          <w:rFonts w:hint="eastAsia"/>
          <w:sz w:val="22"/>
          <w:szCs w:val="22"/>
        </w:rPr>
        <w:t>【担当者</w:t>
      </w:r>
      <w:r w:rsidR="003E63DF" w:rsidRPr="00AF189A">
        <w:rPr>
          <w:rFonts w:hint="eastAsia"/>
          <w:sz w:val="22"/>
          <w:szCs w:val="22"/>
        </w:rPr>
        <w:t>連絡先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9"/>
      </w:tblGrid>
      <w:tr w:rsidR="003E63DF" w:rsidRPr="00AF189A" w14:paraId="76314D84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B7822B3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郵便番号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AD7DC74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389BF0F6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C77B910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8037B3E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334C984B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177D586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部署名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D474C71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222EA90B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C7B37DC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職氏名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E1AB8C1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74B74F72" w14:textId="77777777" w:rsidTr="00AF189A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317D82B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4CCED44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7C0F65E5" w14:textId="77777777" w:rsidTr="00AF189A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76FD175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ＦＡＸ番号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7C357E2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2657458E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5C4F880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電子メールアドレス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07E3F83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</w:tbl>
    <w:p w14:paraId="7D141E91" w14:textId="77777777" w:rsidR="00E173C2" w:rsidRPr="00AF189A" w:rsidRDefault="00E173C2" w:rsidP="009E7CAB">
      <w:pPr>
        <w:rPr>
          <w:sz w:val="22"/>
          <w:szCs w:val="22"/>
        </w:rPr>
      </w:pPr>
    </w:p>
    <w:sectPr w:rsidR="00E173C2" w:rsidRPr="00AF189A" w:rsidSect="00DF3D1D">
      <w:footerReference w:type="even" r:id="rId7"/>
      <w:pgSz w:w="11906" w:h="16838"/>
      <w:pgMar w:top="1985" w:right="1701" w:bottom="1701" w:left="1701" w:header="851" w:footer="992" w:gutter="0"/>
      <w:pgNumType w:fmt="numberInDash"/>
      <w:cols w:space="720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B7353" w14:textId="77777777" w:rsidR="007A1C53" w:rsidRDefault="007A1C53">
      <w:r>
        <w:separator/>
      </w:r>
    </w:p>
  </w:endnote>
  <w:endnote w:type="continuationSeparator" w:id="0">
    <w:p w14:paraId="201A69C9" w14:textId="77777777" w:rsidR="007A1C53" w:rsidRDefault="007A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E9A09" w14:textId="77777777" w:rsidR="00441A8D" w:rsidRDefault="001478F1">
    <w:pPr>
      <w:pStyle w:val="a5"/>
      <w:framePr w:wrap="around" w:vAnchor="text" w:hAnchor="margin" w:xAlign="center" w:y="9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481841F5" w14:textId="77777777" w:rsidR="00441A8D" w:rsidRDefault="00441A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A0082" w14:textId="77777777" w:rsidR="007A1C53" w:rsidRDefault="007A1C53">
      <w:r>
        <w:separator/>
      </w:r>
    </w:p>
  </w:footnote>
  <w:footnote w:type="continuationSeparator" w:id="0">
    <w:p w14:paraId="2C02CDCB" w14:textId="77777777" w:rsidR="007A1C53" w:rsidRDefault="007A1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0455D0"/>
    <w:multiLevelType w:val="hybridMultilevel"/>
    <w:tmpl w:val="433CC1AC"/>
    <w:lvl w:ilvl="0" w:tplc="9BD009F4">
      <w:start w:val="5"/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26137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DF"/>
    <w:rsid w:val="00050807"/>
    <w:rsid w:val="0005394E"/>
    <w:rsid w:val="00067B7B"/>
    <w:rsid w:val="001478F1"/>
    <w:rsid w:val="001C6174"/>
    <w:rsid w:val="001F59DD"/>
    <w:rsid w:val="00212E3C"/>
    <w:rsid w:val="00244159"/>
    <w:rsid w:val="00366A2D"/>
    <w:rsid w:val="003E0FC5"/>
    <w:rsid w:val="003E63DF"/>
    <w:rsid w:val="003F61CD"/>
    <w:rsid w:val="00400610"/>
    <w:rsid w:val="00441A8D"/>
    <w:rsid w:val="004601A7"/>
    <w:rsid w:val="00463A89"/>
    <w:rsid w:val="00466684"/>
    <w:rsid w:val="004F562E"/>
    <w:rsid w:val="0057530D"/>
    <w:rsid w:val="00584611"/>
    <w:rsid w:val="005C7B4B"/>
    <w:rsid w:val="006067F5"/>
    <w:rsid w:val="00631EFC"/>
    <w:rsid w:val="00635481"/>
    <w:rsid w:val="00636FA1"/>
    <w:rsid w:val="006C5260"/>
    <w:rsid w:val="006D0B9E"/>
    <w:rsid w:val="006D2A07"/>
    <w:rsid w:val="007909CC"/>
    <w:rsid w:val="007A1C53"/>
    <w:rsid w:val="007B3B80"/>
    <w:rsid w:val="008B1748"/>
    <w:rsid w:val="008F23A2"/>
    <w:rsid w:val="00965000"/>
    <w:rsid w:val="009A1C44"/>
    <w:rsid w:val="009E7CAB"/>
    <w:rsid w:val="00A00D13"/>
    <w:rsid w:val="00AE70AD"/>
    <w:rsid w:val="00AF189A"/>
    <w:rsid w:val="00BB7B96"/>
    <w:rsid w:val="00BC3D42"/>
    <w:rsid w:val="00C35BE4"/>
    <w:rsid w:val="00D0745C"/>
    <w:rsid w:val="00DF3D1D"/>
    <w:rsid w:val="00E173C2"/>
    <w:rsid w:val="00E20B28"/>
    <w:rsid w:val="00F40A44"/>
    <w:rsid w:val="00F95237"/>
    <w:rsid w:val="00FB0492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5CC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63DF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  <w:style w:type="character" w:styleId="a7">
    <w:name w:val="page number"/>
    <w:basedOn w:val="a0"/>
    <w:rsid w:val="003E63DF"/>
    <w:rPr>
      <w:lang w:val="en-US" w:eastAsia="ja-JP"/>
    </w:rPr>
  </w:style>
  <w:style w:type="paragraph" w:styleId="a8">
    <w:name w:val="Note Heading"/>
    <w:basedOn w:val="a"/>
    <w:next w:val="a"/>
    <w:link w:val="a9"/>
    <w:unhideWhenUsed/>
    <w:rsid w:val="00FB0492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rsid w:val="00FB0492"/>
    <w:rPr>
      <w:rFonts w:ascii="ＭＳ 明朝" w:hAnsi="ＭＳ 明朝"/>
      <w:kern w:val="2"/>
      <w:sz w:val="22"/>
    </w:rPr>
  </w:style>
  <w:style w:type="paragraph" w:styleId="aa">
    <w:name w:val="Closing"/>
    <w:basedOn w:val="a"/>
    <w:link w:val="ab"/>
    <w:unhideWhenUsed/>
    <w:rsid w:val="00FB0492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rsid w:val="00FB0492"/>
    <w:rPr>
      <w:rFonts w:ascii="ＭＳ 明朝" w:hAnsi="ＭＳ 明朝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197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2023-04-05T12:37:00Z</dcterms:created>
  <dcterms:modified xsi:type="dcterms:W3CDTF">2025-12-01T02:20:00Z</dcterms:modified>
</cp:coreProperties>
</file>