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82B60" w14:textId="5A8174C3" w:rsidR="00AB7E7A" w:rsidRPr="009B6DB5" w:rsidRDefault="00AB7E7A" w:rsidP="00AB7E7A">
      <w:pPr>
        <w:rPr>
          <w:sz w:val="22"/>
          <w:szCs w:val="22"/>
        </w:rPr>
      </w:pPr>
      <w:r w:rsidRPr="009B6DB5">
        <w:rPr>
          <w:rFonts w:hint="eastAsia"/>
          <w:sz w:val="22"/>
          <w:szCs w:val="22"/>
        </w:rPr>
        <w:t>（様式</w:t>
      </w:r>
      <w:r w:rsidR="003370F1">
        <w:rPr>
          <w:rFonts w:hint="eastAsia"/>
          <w:sz w:val="22"/>
          <w:szCs w:val="22"/>
        </w:rPr>
        <w:t>第８号</w:t>
      </w:r>
      <w:r w:rsidRPr="009B6DB5">
        <w:rPr>
          <w:rFonts w:hint="eastAsia"/>
          <w:sz w:val="22"/>
          <w:szCs w:val="22"/>
        </w:rPr>
        <w:t>）</w:t>
      </w:r>
    </w:p>
    <w:p w14:paraId="3064CA08" w14:textId="77777777" w:rsidR="00AB7E7A" w:rsidRPr="009B6DB5" w:rsidRDefault="00AB7E7A" w:rsidP="00AB7E7A">
      <w:pPr>
        <w:rPr>
          <w:sz w:val="22"/>
          <w:szCs w:val="22"/>
        </w:rPr>
      </w:pPr>
    </w:p>
    <w:p w14:paraId="25A76BAD" w14:textId="151DB669" w:rsidR="00AB7E7A" w:rsidRPr="009B6DB5" w:rsidRDefault="00AB7E7A" w:rsidP="00AB7E7A">
      <w:pPr>
        <w:jc w:val="right"/>
        <w:rPr>
          <w:sz w:val="22"/>
          <w:szCs w:val="22"/>
        </w:rPr>
      </w:pPr>
      <w:r w:rsidRPr="009B6DB5">
        <w:rPr>
          <w:rFonts w:hint="eastAsia"/>
          <w:sz w:val="22"/>
          <w:szCs w:val="22"/>
        </w:rPr>
        <w:t xml:space="preserve">　　年　　月　　日</w:t>
      </w:r>
    </w:p>
    <w:p w14:paraId="22DA8C5D" w14:textId="77777777" w:rsidR="00AB7E7A" w:rsidRPr="009B6DB5" w:rsidRDefault="00AB7E7A" w:rsidP="00AB7E7A">
      <w:pPr>
        <w:rPr>
          <w:sz w:val="22"/>
          <w:szCs w:val="22"/>
        </w:rPr>
      </w:pPr>
    </w:p>
    <w:p w14:paraId="35478E53" w14:textId="77777777" w:rsidR="00AB7E7A" w:rsidRPr="009B6DB5" w:rsidRDefault="00AB7E7A" w:rsidP="00AB7E7A">
      <w:pPr>
        <w:ind w:firstLineChars="200" w:firstLine="440"/>
        <w:rPr>
          <w:sz w:val="22"/>
          <w:szCs w:val="22"/>
        </w:rPr>
      </w:pPr>
      <w:r w:rsidRPr="009B6DB5">
        <w:rPr>
          <w:rFonts w:hint="eastAsia"/>
          <w:sz w:val="22"/>
          <w:szCs w:val="22"/>
        </w:rPr>
        <w:t>西都市長　様</w:t>
      </w:r>
    </w:p>
    <w:p w14:paraId="152BC505" w14:textId="77777777" w:rsidR="00AB7E7A" w:rsidRPr="009B6DB5" w:rsidRDefault="00AB7E7A" w:rsidP="00AB7E7A">
      <w:pPr>
        <w:rPr>
          <w:sz w:val="22"/>
          <w:szCs w:val="22"/>
        </w:rPr>
      </w:pPr>
    </w:p>
    <w:p w14:paraId="4B321381" w14:textId="77777777" w:rsidR="00AB7E7A" w:rsidRPr="009B6DB5" w:rsidRDefault="00AB7E7A" w:rsidP="009B6DB5">
      <w:pPr>
        <w:ind w:firstLineChars="2100" w:firstLine="4620"/>
        <w:rPr>
          <w:sz w:val="22"/>
          <w:szCs w:val="22"/>
        </w:rPr>
      </w:pPr>
      <w:r w:rsidRPr="009B6DB5">
        <w:rPr>
          <w:rFonts w:hint="eastAsia"/>
          <w:sz w:val="22"/>
          <w:szCs w:val="22"/>
        </w:rPr>
        <w:t>所在地</w:t>
      </w:r>
    </w:p>
    <w:p w14:paraId="5B2308AA" w14:textId="77777777" w:rsidR="00AB7E7A" w:rsidRPr="009B6DB5" w:rsidRDefault="00AB7E7A" w:rsidP="009B6DB5">
      <w:pPr>
        <w:ind w:firstLineChars="2100" w:firstLine="4620"/>
        <w:rPr>
          <w:sz w:val="22"/>
          <w:szCs w:val="22"/>
        </w:rPr>
      </w:pPr>
      <w:r w:rsidRPr="009B6DB5">
        <w:rPr>
          <w:rFonts w:hint="eastAsia"/>
          <w:sz w:val="22"/>
          <w:szCs w:val="22"/>
        </w:rPr>
        <w:t>商号又は名称</w:t>
      </w:r>
    </w:p>
    <w:p w14:paraId="6A104290" w14:textId="77777777" w:rsidR="00AB7E7A" w:rsidRPr="009B6DB5" w:rsidRDefault="00AB7E7A" w:rsidP="009B6DB5">
      <w:pPr>
        <w:ind w:firstLineChars="2100" w:firstLine="4620"/>
        <w:rPr>
          <w:sz w:val="22"/>
          <w:szCs w:val="22"/>
        </w:rPr>
      </w:pPr>
      <w:r w:rsidRPr="009B6DB5">
        <w:rPr>
          <w:rFonts w:hint="eastAsia"/>
          <w:sz w:val="22"/>
          <w:szCs w:val="22"/>
        </w:rPr>
        <w:t xml:space="preserve">代表者職氏名　　　　　　　</w:t>
      </w:r>
      <w:r w:rsidR="009B6DB5">
        <w:rPr>
          <w:rFonts w:hint="eastAsia"/>
          <w:sz w:val="22"/>
          <w:szCs w:val="22"/>
        </w:rPr>
        <w:t xml:space="preserve">　　　</w:t>
      </w:r>
      <w:r w:rsidRPr="009B6DB5">
        <w:rPr>
          <w:rFonts w:hint="eastAsia"/>
          <w:sz w:val="22"/>
          <w:szCs w:val="22"/>
        </w:rPr>
        <w:t>印</w:t>
      </w:r>
    </w:p>
    <w:p w14:paraId="0CD6823B" w14:textId="77777777" w:rsidR="00AB7E7A" w:rsidRPr="009B6DB5" w:rsidRDefault="00AB7E7A" w:rsidP="00AB7E7A">
      <w:pPr>
        <w:rPr>
          <w:sz w:val="22"/>
          <w:szCs w:val="22"/>
        </w:rPr>
      </w:pPr>
    </w:p>
    <w:p w14:paraId="1C4EC4D6" w14:textId="77777777" w:rsidR="00AB7E7A" w:rsidRPr="009B6DB5" w:rsidRDefault="00AB7E7A" w:rsidP="00AB7E7A">
      <w:pPr>
        <w:jc w:val="center"/>
        <w:rPr>
          <w:sz w:val="22"/>
          <w:szCs w:val="22"/>
        </w:rPr>
      </w:pPr>
      <w:r w:rsidRPr="009B6DB5">
        <w:rPr>
          <w:rFonts w:hint="eastAsia"/>
          <w:sz w:val="22"/>
          <w:szCs w:val="22"/>
        </w:rPr>
        <w:t>辞退届</w:t>
      </w:r>
    </w:p>
    <w:p w14:paraId="14E21073" w14:textId="77777777" w:rsidR="00AB7E7A" w:rsidRPr="009B6DB5" w:rsidRDefault="00AB7E7A" w:rsidP="00AB7E7A">
      <w:pPr>
        <w:rPr>
          <w:sz w:val="22"/>
          <w:szCs w:val="22"/>
        </w:rPr>
      </w:pPr>
    </w:p>
    <w:p w14:paraId="3F9DC2ED" w14:textId="15080459" w:rsidR="00AB7E7A" w:rsidRPr="009B6DB5" w:rsidRDefault="003370F1" w:rsidP="009B6DB5">
      <w:pPr>
        <w:ind w:firstLineChars="100" w:firstLine="220"/>
        <w:rPr>
          <w:sz w:val="22"/>
          <w:szCs w:val="22"/>
        </w:rPr>
      </w:pPr>
      <w:r w:rsidRPr="003370F1">
        <w:rPr>
          <w:rFonts w:hint="eastAsia"/>
          <w:sz w:val="22"/>
          <w:szCs w:val="22"/>
        </w:rPr>
        <w:t>西都市立小中学校</w:t>
      </w:r>
      <w:r w:rsidRPr="003370F1">
        <w:rPr>
          <w:sz w:val="22"/>
          <w:szCs w:val="22"/>
        </w:rPr>
        <w:t>ICT支援員派遣業務委託</w:t>
      </w:r>
      <w:r w:rsidR="009B6DB5" w:rsidRPr="009B6DB5">
        <w:rPr>
          <w:rFonts w:hint="eastAsia"/>
          <w:sz w:val="22"/>
          <w:szCs w:val="22"/>
        </w:rPr>
        <w:t>公募型</w:t>
      </w:r>
      <w:r w:rsidR="009B6DB5" w:rsidRPr="009B6DB5">
        <w:rPr>
          <w:sz w:val="22"/>
          <w:szCs w:val="22"/>
        </w:rPr>
        <w:t>プロポーザル</w:t>
      </w:r>
      <w:r w:rsidR="00AB7E7A" w:rsidRPr="009B6DB5">
        <w:rPr>
          <w:rFonts w:hint="eastAsia"/>
          <w:sz w:val="22"/>
          <w:szCs w:val="22"/>
        </w:rPr>
        <w:t>への参加を</w:t>
      </w:r>
      <w:r w:rsidR="00551B80">
        <w:rPr>
          <w:rFonts w:hint="eastAsia"/>
          <w:sz w:val="22"/>
          <w:szCs w:val="22"/>
        </w:rPr>
        <w:t>表明し</w:t>
      </w:r>
      <w:r w:rsidR="00AB7E7A" w:rsidRPr="009B6DB5">
        <w:rPr>
          <w:rFonts w:hint="eastAsia"/>
          <w:sz w:val="22"/>
          <w:szCs w:val="22"/>
        </w:rPr>
        <w:t>ましたが、都合により辞退します。</w:t>
      </w:r>
    </w:p>
    <w:p w14:paraId="224BCBF3" w14:textId="77777777" w:rsidR="00AB7E7A" w:rsidRPr="009B6DB5" w:rsidRDefault="00AB7E7A" w:rsidP="00AB7E7A">
      <w:pPr>
        <w:ind w:firstLineChars="200" w:firstLine="440"/>
        <w:rPr>
          <w:sz w:val="22"/>
          <w:szCs w:val="22"/>
        </w:rPr>
      </w:pPr>
    </w:p>
    <w:p w14:paraId="50DBF88D" w14:textId="77777777" w:rsidR="00AB7E7A" w:rsidRPr="009B6DB5" w:rsidRDefault="00AB7E7A" w:rsidP="00AB7E7A">
      <w:pPr>
        <w:rPr>
          <w:sz w:val="22"/>
          <w:szCs w:val="22"/>
        </w:rPr>
      </w:pPr>
    </w:p>
    <w:p w14:paraId="21DB19CF" w14:textId="77777777" w:rsidR="00AB7E7A" w:rsidRPr="009B6DB5" w:rsidRDefault="00AB7E7A" w:rsidP="00AB7E7A">
      <w:pPr>
        <w:rPr>
          <w:sz w:val="22"/>
          <w:szCs w:val="22"/>
        </w:rPr>
      </w:pPr>
    </w:p>
    <w:p w14:paraId="6D79D2D8" w14:textId="77777777" w:rsidR="00AB7E7A" w:rsidRPr="009B6DB5" w:rsidRDefault="00AB7E7A" w:rsidP="00AB7E7A">
      <w:pPr>
        <w:ind w:firstLineChars="200" w:firstLine="440"/>
        <w:rPr>
          <w:sz w:val="22"/>
          <w:szCs w:val="22"/>
        </w:rPr>
      </w:pPr>
    </w:p>
    <w:p w14:paraId="759A8E98" w14:textId="77777777" w:rsidR="00AB7E7A" w:rsidRPr="009B6DB5" w:rsidRDefault="00AB7E7A" w:rsidP="00AB7E7A">
      <w:pPr>
        <w:rPr>
          <w:sz w:val="22"/>
          <w:szCs w:val="22"/>
        </w:rPr>
      </w:pPr>
    </w:p>
    <w:p w14:paraId="455D4D3D" w14:textId="77777777" w:rsidR="00552F26" w:rsidRPr="009B6DB5" w:rsidRDefault="00552F26">
      <w:pPr>
        <w:rPr>
          <w:sz w:val="22"/>
          <w:szCs w:val="22"/>
        </w:rPr>
      </w:pPr>
    </w:p>
    <w:sectPr w:rsidR="00552F26" w:rsidRPr="009B6DB5" w:rsidSect="00E52842">
      <w:footerReference w:type="even" r:id="rId6"/>
      <w:pgSz w:w="11906" w:h="16838"/>
      <w:pgMar w:top="1985" w:right="1701" w:bottom="1701" w:left="1701" w:header="851" w:footer="992" w:gutter="0"/>
      <w:pgNumType w:fmt="numberInDash"/>
      <w:cols w:space="720"/>
      <w:docGrid w:type="line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F733A" w14:textId="77777777" w:rsidR="003F6B0F" w:rsidRDefault="003F6B0F">
      <w:r>
        <w:separator/>
      </w:r>
    </w:p>
  </w:endnote>
  <w:endnote w:type="continuationSeparator" w:id="0">
    <w:p w14:paraId="267050C6" w14:textId="77777777" w:rsidR="003F6B0F" w:rsidRDefault="003F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EDCB6" w14:textId="77777777" w:rsidR="003370F1" w:rsidRDefault="006E4D3B">
    <w:pPr>
      <w:pStyle w:val="a5"/>
      <w:framePr w:wrap="around" w:vAnchor="text" w:hAnchor="margin" w:xAlign="center" w:y="9"/>
      <w:rPr>
        <w:rStyle w:val="a7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2B15F062" w14:textId="77777777" w:rsidR="003370F1" w:rsidRDefault="003370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92A28" w14:textId="77777777" w:rsidR="003F6B0F" w:rsidRDefault="003F6B0F">
      <w:r>
        <w:separator/>
      </w:r>
    </w:p>
  </w:footnote>
  <w:footnote w:type="continuationSeparator" w:id="0">
    <w:p w14:paraId="413AA072" w14:textId="77777777" w:rsidR="003F6B0F" w:rsidRDefault="003F6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E7A"/>
    <w:rsid w:val="00040F97"/>
    <w:rsid w:val="001A4E9A"/>
    <w:rsid w:val="001C6174"/>
    <w:rsid w:val="0020522B"/>
    <w:rsid w:val="003370F1"/>
    <w:rsid w:val="003C7DA9"/>
    <w:rsid w:val="003E25A4"/>
    <w:rsid w:val="003F61CD"/>
    <w:rsid w:val="003F6B0F"/>
    <w:rsid w:val="0042265E"/>
    <w:rsid w:val="00442EE8"/>
    <w:rsid w:val="004874FC"/>
    <w:rsid w:val="00551B80"/>
    <w:rsid w:val="00552F26"/>
    <w:rsid w:val="0057530D"/>
    <w:rsid w:val="006C2504"/>
    <w:rsid w:val="006C2BF2"/>
    <w:rsid w:val="006C5260"/>
    <w:rsid w:val="006E4D3B"/>
    <w:rsid w:val="00860171"/>
    <w:rsid w:val="008B3E56"/>
    <w:rsid w:val="008F23A2"/>
    <w:rsid w:val="00906A7C"/>
    <w:rsid w:val="009B6DB5"/>
    <w:rsid w:val="00A00D13"/>
    <w:rsid w:val="00A81CC0"/>
    <w:rsid w:val="00AB7E7A"/>
    <w:rsid w:val="00C35BE4"/>
    <w:rsid w:val="00D451CD"/>
    <w:rsid w:val="00DF2B70"/>
    <w:rsid w:val="00E45015"/>
    <w:rsid w:val="00E52842"/>
    <w:rsid w:val="00EA3F3B"/>
    <w:rsid w:val="00EF6C1A"/>
    <w:rsid w:val="00F03B59"/>
    <w:rsid w:val="00F40A44"/>
    <w:rsid w:val="00FB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60E0C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B7E7A"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7530D"/>
    <w:rPr>
      <w:kern w:val="2"/>
      <w:sz w:val="21"/>
      <w:szCs w:val="24"/>
    </w:rPr>
  </w:style>
  <w:style w:type="paragraph" w:styleId="a5">
    <w:name w:val="footer"/>
    <w:basedOn w:val="a"/>
    <w:link w:val="a6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7530D"/>
    <w:rPr>
      <w:kern w:val="2"/>
      <w:sz w:val="21"/>
      <w:szCs w:val="24"/>
    </w:rPr>
  </w:style>
  <w:style w:type="character" w:styleId="a7">
    <w:name w:val="page number"/>
    <w:rsid w:val="00AB7E7A"/>
    <w:rPr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Office%20Word%202003%20Look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85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2021-02-22T00:34:00Z</dcterms:created>
  <dcterms:modified xsi:type="dcterms:W3CDTF">2025-12-04T08:32:00Z</dcterms:modified>
</cp:coreProperties>
</file>