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FE177" w14:textId="214432E3" w:rsidR="00AE522B" w:rsidRPr="00422191" w:rsidRDefault="00AE522B" w:rsidP="00AE522B">
      <w:pPr>
        <w:rPr>
          <w:szCs w:val="22"/>
        </w:rPr>
      </w:pPr>
      <w:r w:rsidRPr="00422191">
        <w:rPr>
          <w:rFonts w:hint="eastAsia"/>
          <w:szCs w:val="22"/>
        </w:rPr>
        <w:t>（様式</w:t>
      </w:r>
      <w:r w:rsidR="00D17652">
        <w:rPr>
          <w:rFonts w:hint="eastAsia"/>
          <w:szCs w:val="22"/>
        </w:rPr>
        <w:t>第７号</w:t>
      </w:r>
      <w:r w:rsidRPr="00422191">
        <w:rPr>
          <w:rFonts w:hint="eastAsia"/>
          <w:szCs w:val="22"/>
        </w:rPr>
        <w:t>）</w:t>
      </w:r>
    </w:p>
    <w:p w14:paraId="766942B5" w14:textId="77777777" w:rsidR="00AE522B" w:rsidRPr="00422191" w:rsidRDefault="00AE522B" w:rsidP="00AE522B">
      <w:pPr>
        <w:rPr>
          <w:szCs w:val="22"/>
        </w:rPr>
      </w:pPr>
    </w:p>
    <w:p w14:paraId="3F31079A" w14:textId="77777777" w:rsidR="00AE522B" w:rsidRPr="00422191" w:rsidRDefault="00AE522B" w:rsidP="00AE522B">
      <w:pPr>
        <w:jc w:val="center"/>
        <w:rPr>
          <w:szCs w:val="22"/>
        </w:rPr>
      </w:pPr>
      <w:r w:rsidRPr="00422191">
        <w:rPr>
          <w:rFonts w:hint="eastAsia"/>
          <w:szCs w:val="22"/>
        </w:rPr>
        <w:t>委任状</w:t>
      </w:r>
    </w:p>
    <w:p w14:paraId="56FD68E6" w14:textId="77777777" w:rsidR="00AE522B" w:rsidRPr="00422191" w:rsidRDefault="00AE522B" w:rsidP="00AE522B">
      <w:pPr>
        <w:jc w:val="center"/>
        <w:rPr>
          <w:szCs w:val="22"/>
        </w:rPr>
      </w:pPr>
    </w:p>
    <w:p w14:paraId="52AE241C" w14:textId="77777777" w:rsidR="00AE522B" w:rsidRPr="00422191" w:rsidRDefault="00AE522B" w:rsidP="00AE522B">
      <w:pPr>
        <w:jc w:val="right"/>
        <w:rPr>
          <w:szCs w:val="22"/>
        </w:rPr>
      </w:pPr>
      <w:r w:rsidRPr="00422191">
        <w:rPr>
          <w:rFonts w:hint="eastAsia"/>
          <w:szCs w:val="22"/>
        </w:rPr>
        <w:t xml:space="preserve">　　年　　月　　日</w:t>
      </w:r>
    </w:p>
    <w:p w14:paraId="7DAC16DE" w14:textId="77777777" w:rsidR="00AE522B" w:rsidRPr="00422191" w:rsidRDefault="00AE522B" w:rsidP="00AE522B">
      <w:pPr>
        <w:rPr>
          <w:szCs w:val="22"/>
        </w:rPr>
      </w:pPr>
    </w:p>
    <w:p w14:paraId="4DF6348A" w14:textId="77777777" w:rsidR="00AE522B" w:rsidRPr="00422191" w:rsidRDefault="00AE522B" w:rsidP="00AE522B">
      <w:pPr>
        <w:ind w:leftChars="100" w:left="220"/>
        <w:rPr>
          <w:szCs w:val="22"/>
        </w:rPr>
      </w:pPr>
      <w:r w:rsidRPr="00422191">
        <w:rPr>
          <w:rFonts w:hint="eastAsia"/>
          <w:szCs w:val="22"/>
        </w:rPr>
        <w:t>西都市長　様</w:t>
      </w:r>
    </w:p>
    <w:p w14:paraId="794A6F91" w14:textId="77777777" w:rsidR="00AE522B" w:rsidRPr="00422191" w:rsidRDefault="00AE522B" w:rsidP="00AE522B">
      <w:pPr>
        <w:rPr>
          <w:szCs w:val="22"/>
        </w:rPr>
      </w:pPr>
    </w:p>
    <w:p w14:paraId="37A6FAEC" w14:textId="77777777" w:rsidR="00AE522B" w:rsidRPr="00422191" w:rsidRDefault="00AE522B" w:rsidP="00AE522B">
      <w:pPr>
        <w:rPr>
          <w:szCs w:val="22"/>
        </w:rPr>
      </w:pPr>
    </w:p>
    <w:p w14:paraId="1BF50348" w14:textId="77777777" w:rsidR="00AE522B" w:rsidRPr="00422191" w:rsidRDefault="00AE522B" w:rsidP="00AE522B">
      <w:pPr>
        <w:ind w:firstLineChars="100" w:firstLine="220"/>
        <w:rPr>
          <w:szCs w:val="22"/>
        </w:rPr>
      </w:pPr>
      <w:r w:rsidRPr="00422191">
        <w:rPr>
          <w:rFonts w:hint="eastAsia"/>
          <w:szCs w:val="22"/>
        </w:rPr>
        <w:t>私は都合により、　　　　　　　　　　　　　　（使用印鑑　　　　　　）を　　　　　　　　代理人と定め、下記事項に関する権限を委任します。</w:t>
      </w:r>
    </w:p>
    <w:p w14:paraId="218BA8F1" w14:textId="77777777" w:rsidR="00AE522B" w:rsidRPr="00422191" w:rsidRDefault="00AE522B" w:rsidP="00AE522B">
      <w:pPr>
        <w:rPr>
          <w:szCs w:val="22"/>
        </w:rPr>
      </w:pPr>
    </w:p>
    <w:p w14:paraId="05DCD97B" w14:textId="77777777" w:rsidR="00AE522B" w:rsidRPr="00422191" w:rsidRDefault="00AE522B" w:rsidP="00AE522B">
      <w:pPr>
        <w:rPr>
          <w:szCs w:val="22"/>
        </w:rPr>
      </w:pPr>
    </w:p>
    <w:p w14:paraId="048FF271" w14:textId="77777777" w:rsidR="00AE522B" w:rsidRPr="00422191" w:rsidRDefault="00AE522B" w:rsidP="00AE522B">
      <w:pPr>
        <w:jc w:val="center"/>
        <w:rPr>
          <w:szCs w:val="22"/>
        </w:rPr>
      </w:pPr>
      <w:r w:rsidRPr="00422191">
        <w:rPr>
          <w:rFonts w:hint="eastAsia"/>
          <w:szCs w:val="22"/>
        </w:rPr>
        <w:t>記</w:t>
      </w:r>
    </w:p>
    <w:p w14:paraId="215499B7" w14:textId="77777777" w:rsidR="00AE522B" w:rsidRPr="00422191" w:rsidRDefault="00AE522B" w:rsidP="00AE522B">
      <w:pPr>
        <w:rPr>
          <w:szCs w:val="22"/>
        </w:rPr>
      </w:pPr>
    </w:p>
    <w:p w14:paraId="4599D1F4" w14:textId="77777777" w:rsidR="00AE522B" w:rsidRPr="00422191" w:rsidRDefault="00AE522B" w:rsidP="00AE522B">
      <w:pPr>
        <w:rPr>
          <w:szCs w:val="22"/>
        </w:rPr>
      </w:pPr>
    </w:p>
    <w:p w14:paraId="39185AA1" w14:textId="65C52608" w:rsidR="00AE522B" w:rsidRPr="00422191" w:rsidRDefault="00D17652" w:rsidP="00965B75">
      <w:pPr>
        <w:ind w:firstLine="210"/>
        <w:rPr>
          <w:szCs w:val="22"/>
        </w:rPr>
      </w:pPr>
      <w:r w:rsidRPr="00D17652">
        <w:rPr>
          <w:rFonts w:hint="eastAsia"/>
          <w:szCs w:val="22"/>
        </w:rPr>
        <w:t>西都市立小中学校</w:t>
      </w:r>
      <w:r w:rsidRPr="00D17652">
        <w:rPr>
          <w:szCs w:val="22"/>
        </w:rPr>
        <w:t>ICT支援員派遣業務委託</w:t>
      </w:r>
      <w:r w:rsidR="00AE522B" w:rsidRPr="00422191">
        <w:rPr>
          <w:rFonts w:hint="eastAsia"/>
          <w:szCs w:val="22"/>
        </w:rPr>
        <w:t>に関する次の事項</w:t>
      </w:r>
    </w:p>
    <w:p w14:paraId="765995EC" w14:textId="77777777" w:rsidR="00AE522B" w:rsidRPr="00422191" w:rsidRDefault="00AE522B" w:rsidP="00AE522B">
      <w:pPr>
        <w:rPr>
          <w:szCs w:val="22"/>
        </w:rPr>
      </w:pPr>
    </w:p>
    <w:p w14:paraId="65D96ADB" w14:textId="7ECF7F10" w:rsidR="00AE522B" w:rsidRDefault="00AE522B" w:rsidP="00AE522B">
      <w:pPr>
        <w:ind w:firstLineChars="100" w:firstLine="220"/>
        <w:rPr>
          <w:szCs w:val="22"/>
        </w:rPr>
      </w:pPr>
      <w:r w:rsidRPr="00422191">
        <w:rPr>
          <w:rFonts w:hint="eastAsia"/>
          <w:szCs w:val="22"/>
        </w:rPr>
        <w:t>１</w:t>
      </w:r>
      <w:r w:rsidR="00227A32">
        <w:rPr>
          <w:rFonts w:hint="eastAsia"/>
          <w:szCs w:val="22"/>
        </w:rPr>
        <w:t xml:space="preserve">　</w:t>
      </w:r>
      <w:r w:rsidRPr="00422191">
        <w:rPr>
          <w:rFonts w:hint="eastAsia"/>
          <w:szCs w:val="22"/>
        </w:rPr>
        <w:t>プロポーザルに関する事項</w:t>
      </w:r>
    </w:p>
    <w:p w14:paraId="60E53198" w14:textId="77777777" w:rsidR="006778EB" w:rsidRPr="00422191" w:rsidRDefault="006778EB" w:rsidP="00AE522B">
      <w:pPr>
        <w:ind w:firstLineChars="100" w:firstLine="220"/>
        <w:rPr>
          <w:szCs w:val="22"/>
        </w:rPr>
      </w:pPr>
      <w:r>
        <w:rPr>
          <w:rFonts w:hint="eastAsia"/>
          <w:szCs w:val="22"/>
        </w:rPr>
        <w:t>２　契約の締結、変更、解除に関する事項</w:t>
      </w:r>
    </w:p>
    <w:p w14:paraId="53AC6C7C" w14:textId="77777777" w:rsidR="00AE522B" w:rsidRPr="00422191" w:rsidRDefault="006778EB" w:rsidP="00AE522B">
      <w:pPr>
        <w:ind w:firstLineChars="100" w:firstLine="220"/>
        <w:rPr>
          <w:szCs w:val="22"/>
        </w:rPr>
      </w:pPr>
      <w:r>
        <w:rPr>
          <w:rFonts w:hint="eastAsia"/>
          <w:szCs w:val="22"/>
        </w:rPr>
        <w:t>３</w:t>
      </w:r>
      <w:r w:rsidR="00227A32">
        <w:rPr>
          <w:rFonts w:hint="eastAsia"/>
          <w:szCs w:val="22"/>
        </w:rPr>
        <w:t xml:space="preserve">　</w:t>
      </w:r>
      <w:r w:rsidR="00B00E42">
        <w:rPr>
          <w:rFonts w:hint="eastAsia"/>
          <w:szCs w:val="22"/>
        </w:rPr>
        <w:t>その他</w:t>
      </w:r>
      <w:r>
        <w:rPr>
          <w:rFonts w:hint="eastAsia"/>
          <w:szCs w:val="22"/>
        </w:rPr>
        <w:t>前各号</w:t>
      </w:r>
      <w:r w:rsidR="00AE522B" w:rsidRPr="00422191">
        <w:rPr>
          <w:rFonts w:hint="eastAsia"/>
          <w:szCs w:val="22"/>
        </w:rPr>
        <w:t>に付随する一切の事項</w:t>
      </w:r>
    </w:p>
    <w:p w14:paraId="18CAA9D7" w14:textId="77777777" w:rsidR="00AE522B" w:rsidRPr="00422191" w:rsidRDefault="00AE522B" w:rsidP="00AE522B">
      <w:pPr>
        <w:rPr>
          <w:szCs w:val="22"/>
        </w:rPr>
      </w:pPr>
    </w:p>
    <w:p w14:paraId="31E259F3" w14:textId="77777777" w:rsidR="00AE522B" w:rsidRDefault="00AE522B" w:rsidP="00AE522B">
      <w:pPr>
        <w:rPr>
          <w:szCs w:val="22"/>
        </w:rPr>
      </w:pPr>
    </w:p>
    <w:p w14:paraId="53A185A2" w14:textId="77777777" w:rsidR="002B7812" w:rsidRPr="00422191" w:rsidRDefault="002B7812" w:rsidP="00AE522B">
      <w:pPr>
        <w:rPr>
          <w:szCs w:val="22"/>
        </w:rPr>
      </w:pPr>
    </w:p>
    <w:p w14:paraId="76908731" w14:textId="77777777" w:rsidR="00AE522B" w:rsidRPr="00422191" w:rsidRDefault="00AE522B" w:rsidP="002B7812">
      <w:pPr>
        <w:ind w:firstLineChars="900" w:firstLine="1980"/>
        <w:rPr>
          <w:szCs w:val="22"/>
        </w:rPr>
      </w:pPr>
      <w:r w:rsidRPr="002B7812">
        <w:rPr>
          <w:rFonts w:hint="eastAsia"/>
          <w:kern w:val="0"/>
          <w:szCs w:val="22"/>
        </w:rPr>
        <w:t>受任者</w:t>
      </w:r>
      <w:r w:rsidR="002B7812">
        <w:rPr>
          <w:rFonts w:hint="eastAsia"/>
          <w:kern w:val="0"/>
          <w:szCs w:val="22"/>
        </w:rPr>
        <w:t xml:space="preserve">　　</w:t>
      </w:r>
      <w:r w:rsidRPr="00422191">
        <w:rPr>
          <w:rFonts w:hint="eastAsia"/>
          <w:szCs w:val="22"/>
        </w:rPr>
        <w:t xml:space="preserve">所在地　　　</w:t>
      </w:r>
    </w:p>
    <w:p w14:paraId="219F5FDC" w14:textId="77777777" w:rsidR="00AE522B" w:rsidRPr="00422191" w:rsidRDefault="00AE522B" w:rsidP="00AE522B">
      <w:pPr>
        <w:ind w:leftChars="1400" w:left="3080"/>
        <w:rPr>
          <w:szCs w:val="22"/>
        </w:rPr>
      </w:pPr>
      <w:r w:rsidRPr="00422191">
        <w:rPr>
          <w:rFonts w:hint="eastAsia"/>
          <w:szCs w:val="22"/>
        </w:rPr>
        <w:t xml:space="preserve">商号又は名称　　</w:t>
      </w:r>
    </w:p>
    <w:p w14:paraId="7A2D348A" w14:textId="77777777" w:rsidR="00AE522B" w:rsidRPr="00422191" w:rsidRDefault="00AE522B" w:rsidP="00AE522B">
      <w:pPr>
        <w:ind w:leftChars="1400" w:left="3080"/>
        <w:rPr>
          <w:szCs w:val="22"/>
        </w:rPr>
      </w:pPr>
      <w:r w:rsidRPr="00422191">
        <w:rPr>
          <w:rFonts w:hint="eastAsia"/>
          <w:szCs w:val="22"/>
        </w:rPr>
        <w:t>代表者職氏名　　　　　　　　　　　　　　印</w:t>
      </w:r>
    </w:p>
    <w:p w14:paraId="3345861F" w14:textId="77777777" w:rsidR="00AE522B" w:rsidRPr="00422191" w:rsidRDefault="00AE522B" w:rsidP="00AE522B">
      <w:pPr>
        <w:rPr>
          <w:szCs w:val="22"/>
        </w:rPr>
      </w:pPr>
    </w:p>
    <w:p w14:paraId="0D3733FF" w14:textId="77777777" w:rsidR="00AE522B" w:rsidRPr="00422191" w:rsidRDefault="00AE522B" w:rsidP="00AE522B">
      <w:pPr>
        <w:rPr>
          <w:szCs w:val="22"/>
        </w:rPr>
      </w:pPr>
    </w:p>
    <w:p w14:paraId="19D28439" w14:textId="77777777" w:rsidR="00AE522B" w:rsidRPr="00422191" w:rsidRDefault="00AE522B" w:rsidP="002B7812">
      <w:pPr>
        <w:ind w:firstLineChars="900" w:firstLine="1980"/>
        <w:rPr>
          <w:szCs w:val="22"/>
        </w:rPr>
      </w:pPr>
      <w:r w:rsidRPr="002B7812">
        <w:rPr>
          <w:rFonts w:hint="eastAsia"/>
          <w:kern w:val="0"/>
          <w:szCs w:val="22"/>
        </w:rPr>
        <w:t>委任者</w:t>
      </w:r>
      <w:r w:rsidR="002B7812">
        <w:rPr>
          <w:rFonts w:hint="eastAsia"/>
          <w:kern w:val="0"/>
          <w:szCs w:val="22"/>
        </w:rPr>
        <w:t xml:space="preserve">　　</w:t>
      </w:r>
      <w:r w:rsidRPr="00422191">
        <w:rPr>
          <w:rFonts w:hint="eastAsia"/>
          <w:szCs w:val="22"/>
        </w:rPr>
        <w:t>所在地</w:t>
      </w:r>
    </w:p>
    <w:p w14:paraId="3C27363B" w14:textId="77777777" w:rsidR="00AE522B" w:rsidRPr="00422191" w:rsidRDefault="00AE522B" w:rsidP="00AE522B">
      <w:pPr>
        <w:ind w:leftChars="1400" w:left="3080"/>
        <w:rPr>
          <w:szCs w:val="22"/>
        </w:rPr>
      </w:pPr>
      <w:r w:rsidRPr="00422191">
        <w:rPr>
          <w:rFonts w:hint="eastAsia"/>
          <w:szCs w:val="22"/>
        </w:rPr>
        <w:t>商号又は名称</w:t>
      </w:r>
    </w:p>
    <w:p w14:paraId="47583FC3" w14:textId="77777777" w:rsidR="00AE522B" w:rsidRPr="00422191" w:rsidRDefault="00AE522B" w:rsidP="00AE522B">
      <w:pPr>
        <w:ind w:leftChars="1400" w:left="3080"/>
        <w:rPr>
          <w:szCs w:val="22"/>
        </w:rPr>
      </w:pPr>
      <w:r w:rsidRPr="00422191">
        <w:rPr>
          <w:rFonts w:hint="eastAsia"/>
          <w:szCs w:val="22"/>
        </w:rPr>
        <w:t>代表者職氏名　　　　　　　　　　　　　　印</w:t>
      </w:r>
    </w:p>
    <w:p w14:paraId="1F92FCE0" w14:textId="77777777" w:rsidR="00AE522B" w:rsidRPr="00422191" w:rsidRDefault="00AE522B" w:rsidP="00AE522B">
      <w:pPr>
        <w:rPr>
          <w:szCs w:val="22"/>
        </w:rPr>
      </w:pPr>
    </w:p>
    <w:p w14:paraId="64FBD977" w14:textId="77777777" w:rsidR="00045966" w:rsidRPr="00422191" w:rsidRDefault="00045966">
      <w:pPr>
        <w:rPr>
          <w:szCs w:val="22"/>
        </w:rPr>
      </w:pPr>
    </w:p>
    <w:sectPr w:rsidR="00045966" w:rsidRPr="00422191" w:rsidSect="008F7568">
      <w:pgSz w:w="11906" w:h="16838"/>
      <w:pgMar w:top="1985" w:right="1701" w:bottom="1701" w:left="1701" w:header="720" w:footer="720" w:gutter="0"/>
      <w:cols w:space="720"/>
      <w:docGrid w:type="lines" w:linePitch="365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FDF4D" w14:textId="77777777" w:rsidR="00F40458" w:rsidRDefault="00F40458">
      <w:r>
        <w:separator/>
      </w:r>
    </w:p>
  </w:endnote>
  <w:endnote w:type="continuationSeparator" w:id="0">
    <w:p w14:paraId="5C264846" w14:textId="77777777" w:rsidR="00F40458" w:rsidRDefault="00F4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40B77" w14:textId="77777777" w:rsidR="00F40458" w:rsidRDefault="00F40458">
      <w:r>
        <w:separator/>
      </w:r>
    </w:p>
  </w:footnote>
  <w:footnote w:type="continuationSeparator" w:id="0">
    <w:p w14:paraId="5572461C" w14:textId="77777777" w:rsidR="00F40458" w:rsidRDefault="00F40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2B"/>
    <w:rsid w:val="00045966"/>
    <w:rsid w:val="000711CA"/>
    <w:rsid w:val="001671C7"/>
    <w:rsid w:val="001C6174"/>
    <w:rsid w:val="00223B26"/>
    <w:rsid w:val="00227A32"/>
    <w:rsid w:val="002B7812"/>
    <w:rsid w:val="002D2E93"/>
    <w:rsid w:val="002E78C3"/>
    <w:rsid w:val="003F61CD"/>
    <w:rsid w:val="00422191"/>
    <w:rsid w:val="004235E6"/>
    <w:rsid w:val="00463A71"/>
    <w:rsid w:val="004A7D22"/>
    <w:rsid w:val="004E40E8"/>
    <w:rsid w:val="004E71CE"/>
    <w:rsid w:val="00500A3A"/>
    <w:rsid w:val="0057530D"/>
    <w:rsid w:val="006778EB"/>
    <w:rsid w:val="006C5260"/>
    <w:rsid w:val="0074444F"/>
    <w:rsid w:val="00767AE5"/>
    <w:rsid w:val="00802A10"/>
    <w:rsid w:val="0081095F"/>
    <w:rsid w:val="008F23A2"/>
    <w:rsid w:val="008F7568"/>
    <w:rsid w:val="00965B75"/>
    <w:rsid w:val="00A00D13"/>
    <w:rsid w:val="00AB07E3"/>
    <w:rsid w:val="00AE522B"/>
    <w:rsid w:val="00B00E42"/>
    <w:rsid w:val="00C35BE4"/>
    <w:rsid w:val="00C460D7"/>
    <w:rsid w:val="00C5725F"/>
    <w:rsid w:val="00CA0F89"/>
    <w:rsid w:val="00D061C3"/>
    <w:rsid w:val="00D17652"/>
    <w:rsid w:val="00DA0CDA"/>
    <w:rsid w:val="00DF28A3"/>
    <w:rsid w:val="00E73A8B"/>
    <w:rsid w:val="00F40458"/>
    <w:rsid w:val="00F40A44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56E8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522B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170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2021-02-22T00:31:00Z</dcterms:created>
  <dcterms:modified xsi:type="dcterms:W3CDTF">2025-12-01T02:16:00Z</dcterms:modified>
</cp:coreProperties>
</file>