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5D3389" w14:textId="7C721B0A" w:rsidR="00E618DF" w:rsidRPr="002F335A" w:rsidRDefault="00E618DF" w:rsidP="00E618DF">
      <w:pPr>
        <w:rPr>
          <w:sz w:val="22"/>
          <w:szCs w:val="22"/>
          <w:lang w:val="ja-JP"/>
        </w:rPr>
      </w:pPr>
      <w:r w:rsidRPr="002F335A">
        <w:rPr>
          <w:rFonts w:hint="eastAsia"/>
          <w:sz w:val="22"/>
          <w:szCs w:val="22"/>
          <w:lang w:val="ja-JP"/>
        </w:rPr>
        <w:t>（様式</w:t>
      </w:r>
      <w:r w:rsidR="00801102">
        <w:rPr>
          <w:rFonts w:hint="eastAsia"/>
          <w:sz w:val="22"/>
          <w:szCs w:val="22"/>
          <w:lang w:val="ja-JP"/>
        </w:rPr>
        <w:t>第５号</w:t>
      </w:r>
      <w:r w:rsidRPr="002F335A">
        <w:rPr>
          <w:rFonts w:hint="eastAsia"/>
          <w:sz w:val="22"/>
          <w:szCs w:val="22"/>
          <w:lang w:val="ja-JP"/>
        </w:rPr>
        <w:t>）</w:t>
      </w:r>
    </w:p>
    <w:p w14:paraId="558ED174" w14:textId="77777777" w:rsidR="00E618DF" w:rsidRPr="002F335A" w:rsidRDefault="00E618DF" w:rsidP="00E618DF">
      <w:pPr>
        <w:jc w:val="center"/>
        <w:rPr>
          <w:sz w:val="22"/>
          <w:szCs w:val="22"/>
          <w:lang w:val="ja-JP"/>
        </w:rPr>
      </w:pPr>
      <w:r w:rsidRPr="002F335A">
        <w:rPr>
          <w:rFonts w:hint="eastAsia"/>
          <w:kern w:val="0"/>
          <w:sz w:val="22"/>
          <w:szCs w:val="22"/>
          <w:lang w:val="ja-JP"/>
        </w:rPr>
        <w:t>業務実績書</w:t>
      </w:r>
    </w:p>
    <w:p w14:paraId="6306424E" w14:textId="77777777" w:rsidR="00E618DF" w:rsidRPr="002F335A" w:rsidRDefault="00E618DF" w:rsidP="00E618DF">
      <w:pPr>
        <w:autoSpaceDE w:val="0"/>
        <w:autoSpaceDN w:val="0"/>
        <w:adjustRightInd w:val="0"/>
        <w:rPr>
          <w:rFonts w:ascii="ＭＳ 明朝" w:hAnsi="ＭＳ 明朝" w:cs="ＭＳ 明朝"/>
          <w:bCs/>
          <w:sz w:val="22"/>
          <w:szCs w:val="22"/>
          <w:lang w:val="ja-JP"/>
        </w:rPr>
      </w:pPr>
    </w:p>
    <w:p w14:paraId="022A8B26" w14:textId="77777777" w:rsidR="008459D0" w:rsidRPr="002D2A79" w:rsidRDefault="008459D0" w:rsidP="00CA74CE">
      <w:pPr>
        <w:autoSpaceDE w:val="0"/>
        <w:autoSpaceDN w:val="0"/>
        <w:adjustRightInd w:val="0"/>
        <w:ind w:firstLineChars="2200" w:firstLine="4840"/>
        <w:rPr>
          <w:rFonts w:ascii="ＭＳ 明朝" w:hAnsi="ＭＳ 明朝" w:cs="ＭＳ 明朝"/>
          <w:bCs/>
          <w:sz w:val="22"/>
          <w:szCs w:val="22"/>
          <w:u w:val="single"/>
          <w:lang w:val="ja-JP"/>
        </w:rPr>
      </w:pPr>
      <w:r w:rsidRPr="002D2A79">
        <w:rPr>
          <w:rFonts w:ascii="ＭＳ 明朝" w:hAnsi="ＭＳ 明朝" w:cs="ＭＳ 明朝" w:hint="eastAsia"/>
          <w:bCs/>
          <w:sz w:val="22"/>
          <w:szCs w:val="22"/>
          <w:u w:val="single"/>
          <w:lang w:val="ja-JP"/>
        </w:rPr>
        <w:t>商号又は名称</w:t>
      </w:r>
      <w:r w:rsidR="002D2A79" w:rsidRPr="002D2A79">
        <w:rPr>
          <w:rFonts w:ascii="ＭＳ 明朝" w:hAnsi="ＭＳ 明朝" w:cs="ＭＳ 明朝" w:hint="eastAsia"/>
          <w:bCs/>
          <w:sz w:val="22"/>
          <w:szCs w:val="22"/>
          <w:u w:val="single"/>
          <w:lang w:val="ja-JP"/>
        </w:rPr>
        <w:t xml:space="preserve">　　　　　　　　　　</w:t>
      </w:r>
      <w:r w:rsidR="002D2A79">
        <w:rPr>
          <w:rFonts w:ascii="ＭＳ 明朝" w:hAnsi="ＭＳ 明朝" w:cs="ＭＳ 明朝" w:hint="eastAsia"/>
          <w:bCs/>
          <w:sz w:val="22"/>
          <w:szCs w:val="22"/>
          <w:u w:val="single"/>
          <w:lang w:val="ja-JP"/>
        </w:rPr>
        <w:t xml:space="preserve">　　　　</w:t>
      </w:r>
      <w:r w:rsidR="002D2A79" w:rsidRPr="002D2A79">
        <w:rPr>
          <w:rFonts w:ascii="ＭＳ 明朝" w:hAnsi="ＭＳ 明朝" w:cs="ＭＳ 明朝" w:hint="eastAsia"/>
          <w:bCs/>
          <w:sz w:val="22"/>
          <w:szCs w:val="22"/>
          <w:u w:val="single"/>
          <w:lang w:val="ja-JP"/>
        </w:rPr>
        <w:t xml:space="preserve">　　</w:t>
      </w:r>
    </w:p>
    <w:tbl>
      <w:tblPr>
        <w:tblStyle w:val="a7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2122"/>
        <w:gridCol w:w="1701"/>
        <w:gridCol w:w="3260"/>
        <w:gridCol w:w="2410"/>
      </w:tblGrid>
      <w:tr w:rsidR="005C5F24" w:rsidRPr="005C5F24" w14:paraId="66F6A965" w14:textId="77777777" w:rsidTr="0016746F">
        <w:trPr>
          <w:trHeight w:val="624"/>
          <w:jc w:val="center"/>
        </w:trPr>
        <w:tc>
          <w:tcPr>
            <w:tcW w:w="2122" w:type="dxa"/>
            <w:vAlign w:val="center"/>
          </w:tcPr>
          <w:p w14:paraId="3528D7FE" w14:textId="77777777" w:rsidR="005C5F24" w:rsidRPr="005C5F24" w:rsidRDefault="005C5F24" w:rsidP="005C5F2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C5F24">
              <w:rPr>
                <w:rFonts w:ascii="ＭＳ 明朝" w:hAnsi="ＭＳ 明朝" w:hint="eastAsia"/>
                <w:sz w:val="22"/>
                <w:szCs w:val="22"/>
              </w:rPr>
              <w:t>業務名</w:t>
            </w:r>
          </w:p>
        </w:tc>
        <w:tc>
          <w:tcPr>
            <w:tcW w:w="1701" w:type="dxa"/>
            <w:vAlign w:val="center"/>
          </w:tcPr>
          <w:p w14:paraId="7AF30509" w14:textId="77777777" w:rsidR="005C5F24" w:rsidRPr="005C5F24" w:rsidRDefault="006A539B" w:rsidP="005C5F2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契約の相手方</w:t>
            </w:r>
          </w:p>
        </w:tc>
        <w:tc>
          <w:tcPr>
            <w:tcW w:w="3260" w:type="dxa"/>
            <w:vAlign w:val="center"/>
          </w:tcPr>
          <w:p w14:paraId="58153257" w14:textId="77777777" w:rsidR="005C5F24" w:rsidRPr="005C5F24" w:rsidRDefault="005C5F24" w:rsidP="005C5F2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C5F24">
              <w:rPr>
                <w:rFonts w:ascii="ＭＳ 明朝" w:hAnsi="ＭＳ 明朝" w:hint="eastAsia"/>
                <w:sz w:val="22"/>
                <w:szCs w:val="22"/>
              </w:rPr>
              <w:t>業務概要</w:t>
            </w:r>
          </w:p>
        </w:tc>
        <w:tc>
          <w:tcPr>
            <w:tcW w:w="2410" w:type="dxa"/>
            <w:vAlign w:val="center"/>
          </w:tcPr>
          <w:p w14:paraId="4039080D" w14:textId="77777777" w:rsidR="005C5F24" w:rsidRPr="005C5F24" w:rsidRDefault="005C5F24" w:rsidP="005C5F2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C5F24">
              <w:rPr>
                <w:rFonts w:ascii="ＭＳ 明朝" w:hAnsi="ＭＳ 明朝" w:hint="eastAsia"/>
                <w:sz w:val="22"/>
                <w:szCs w:val="22"/>
              </w:rPr>
              <w:t>実施期間</w:t>
            </w:r>
          </w:p>
        </w:tc>
      </w:tr>
      <w:tr w:rsidR="005C5F24" w:rsidRPr="005C5F24" w14:paraId="4DD09401" w14:textId="77777777" w:rsidTr="0016746F">
        <w:trPr>
          <w:trHeight w:val="1080"/>
          <w:jc w:val="center"/>
        </w:trPr>
        <w:tc>
          <w:tcPr>
            <w:tcW w:w="2122" w:type="dxa"/>
            <w:vAlign w:val="center"/>
          </w:tcPr>
          <w:p w14:paraId="1FCD7D42" w14:textId="77777777" w:rsidR="005C5F24" w:rsidRPr="005C5F24" w:rsidRDefault="005C5F24" w:rsidP="005C5F24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94B003B" w14:textId="77777777" w:rsidR="005C5F24" w:rsidRPr="005C5F24" w:rsidRDefault="005C5F24" w:rsidP="005C5F24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3D549433" w14:textId="77777777" w:rsidR="005C5F24" w:rsidRPr="005C5F24" w:rsidRDefault="005C5F24" w:rsidP="005C5F24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70C64E47" w14:textId="77777777" w:rsidR="005C5F24" w:rsidRPr="005C5F24" w:rsidRDefault="005C5F24" w:rsidP="005C5F24">
            <w:pPr>
              <w:rPr>
                <w:rFonts w:ascii="ＭＳ 明朝" w:hAnsi="ＭＳ 明朝"/>
                <w:sz w:val="22"/>
                <w:szCs w:val="22"/>
              </w:rPr>
            </w:pPr>
            <w:r w:rsidRPr="005C5F24">
              <w:rPr>
                <w:rFonts w:ascii="ＭＳ 明朝" w:hAnsi="ＭＳ 明朝" w:hint="eastAsia"/>
                <w:sz w:val="22"/>
                <w:szCs w:val="22"/>
              </w:rPr>
              <w:t>着手年月：</w:t>
            </w:r>
          </w:p>
          <w:p w14:paraId="02B5ED43" w14:textId="77777777" w:rsidR="005C5F24" w:rsidRPr="005C5F24" w:rsidRDefault="005C5F24" w:rsidP="005C5F24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185BD35F" w14:textId="77777777" w:rsidR="005C5F24" w:rsidRPr="005C5F24" w:rsidRDefault="005C5F24" w:rsidP="005C5F24">
            <w:pPr>
              <w:rPr>
                <w:rFonts w:ascii="ＭＳ 明朝" w:hAnsi="ＭＳ 明朝"/>
                <w:sz w:val="22"/>
                <w:szCs w:val="22"/>
              </w:rPr>
            </w:pPr>
            <w:r w:rsidRPr="005C5F24">
              <w:rPr>
                <w:rFonts w:ascii="ＭＳ 明朝" w:hAnsi="ＭＳ 明朝" w:hint="eastAsia"/>
                <w:sz w:val="22"/>
                <w:szCs w:val="22"/>
              </w:rPr>
              <w:t>完了年月：</w:t>
            </w:r>
          </w:p>
          <w:p w14:paraId="15C8A78D" w14:textId="77777777" w:rsidR="005C5F24" w:rsidRPr="005C5F24" w:rsidRDefault="005C5F24" w:rsidP="005C5F24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C5F24" w:rsidRPr="005C5F24" w14:paraId="267C5F49" w14:textId="77777777" w:rsidTr="0016746F">
        <w:trPr>
          <w:trHeight w:val="1080"/>
          <w:jc w:val="center"/>
        </w:trPr>
        <w:tc>
          <w:tcPr>
            <w:tcW w:w="2122" w:type="dxa"/>
            <w:vAlign w:val="center"/>
          </w:tcPr>
          <w:p w14:paraId="55CAC4A7" w14:textId="77777777" w:rsidR="005C5F24" w:rsidRPr="005C5F24" w:rsidRDefault="005C5F24" w:rsidP="005C5F24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5EE70FC9" w14:textId="77777777" w:rsidR="005C5F24" w:rsidRPr="005C5F24" w:rsidRDefault="005C5F24" w:rsidP="005C5F24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6155790B" w14:textId="77777777" w:rsidR="005C5F24" w:rsidRPr="005C5F24" w:rsidRDefault="005C5F24" w:rsidP="005C5F24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271191D6" w14:textId="77777777" w:rsidR="005C5F24" w:rsidRPr="005C5F24" w:rsidRDefault="005C5F24" w:rsidP="005C5F24">
            <w:pPr>
              <w:rPr>
                <w:rFonts w:ascii="ＭＳ 明朝" w:hAnsi="ＭＳ 明朝"/>
                <w:sz w:val="22"/>
                <w:szCs w:val="22"/>
              </w:rPr>
            </w:pPr>
            <w:r w:rsidRPr="005C5F24">
              <w:rPr>
                <w:rFonts w:ascii="ＭＳ 明朝" w:hAnsi="ＭＳ 明朝" w:hint="eastAsia"/>
                <w:sz w:val="22"/>
                <w:szCs w:val="22"/>
              </w:rPr>
              <w:t>着手年月：</w:t>
            </w:r>
          </w:p>
          <w:p w14:paraId="6814755D" w14:textId="77777777" w:rsidR="005C5F24" w:rsidRPr="005C5F24" w:rsidRDefault="005C5F24" w:rsidP="005C5F24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73E75A95" w14:textId="77777777" w:rsidR="005C5F24" w:rsidRPr="005C5F24" w:rsidRDefault="005C5F24" w:rsidP="005C5F24">
            <w:pPr>
              <w:rPr>
                <w:rFonts w:ascii="ＭＳ 明朝" w:hAnsi="ＭＳ 明朝"/>
                <w:sz w:val="22"/>
                <w:szCs w:val="22"/>
              </w:rPr>
            </w:pPr>
            <w:r w:rsidRPr="005C5F24">
              <w:rPr>
                <w:rFonts w:ascii="ＭＳ 明朝" w:hAnsi="ＭＳ 明朝" w:hint="eastAsia"/>
                <w:sz w:val="22"/>
                <w:szCs w:val="22"/>
              </w:rPr>
              <w:t>完了年月：</w:t>
            </w:r>
          </w:p>
          <w:p w14:paraId="0D8AF241" w14:textId="77777777" w:rsidR="005C5F24" w:rsidRPr="005C5F24" w:rsidRDefault="005C5F24" w:rsidP="005C5F24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C5F24" w:rsidRPr="005C5F24" w14:paraId="576CBA91" w14:textId="77777777" w:rsidTr="0016746F">
        <w:trPr>
          <w:trHeight w:val="1080"/>
          <w:jc w:val="center"/>
        </w:trPr>
        <w:tc>
          <w:tcPr>
            <w:tcW w:w="2122" w:type="dxa"/>
            <w:vAlign w:val="center"/>
          </w:tcPr>
          <w:p w14:paraId="0C604BCA" w14:textId="77777777" w:rsidR="005C5F24" w:rsidRPr="005C5F24" w:rsidRDefault="005C5F24" w:rsidP="005C5F24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54836CF" w14:textId="77777777" w:rsidR="005C5F24" w:rsidRPr="005C5F24" w:rsidRDefault="005C5F24" w:rsidP="005C5F24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1E6B8668" w14:textId="77777777" w:rsidR="005C5F24" w:rsidRPr="005C5F24" w:rsidRDefault="005C5F24" w:rsidP="005C5F24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1E100A24" w14:textId="77777777" w:rsidR="005C5F24" w:rsidRPr="005C5F24" w:rsidRDefault="005C5F24" w:rsidP="005C5F24">
            <w:pPr>
              <w:rPr>
                <w:rFonts w:ascii="ＭＳ 明朝" w:hAnsi="ＭＳ 明朝"/>
                <w:sz w:val="22"/>
                <w:szCs w:val="22"/>
              </w:rPr>
            </w:pPr>
            <w:r w:rsidRPr="005C5F24">
              <w:rPr>
                <w:rFonts w:ascii="ＭＳ 明朝" w:hAnsi="ＭＳ 明朝" w:hint="eastAsia"/>
                <w:sz w:val="22"/>
                <w:szCs w:val="22"/>
              </w:rPr>
              <w:t>着手年月：</w:t>
            </w:r>
          </w:p>
          <w:p w14:paraId="6861D00E" w14:textId="77777777" w:rsidR="005C5F24" w:rsidRPr="005C5F24" w:rsidRDefault="005C5F24" w:rsidP="005C5F24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0B77A625" w14:textId="77777777" w:rsidR="005C5F24" w:rsidRPr="005C5F24" w:rsidRDefault="005C5F24" w:rsidP="005C5F24">
            <w:pPr>
              <w:rPr>
                <w:rFonts w:ascii="ＭＳ 明朝" w:hAnsi="ＭＳ 明朝"/>
                <w:sz w:val="22"/>
                <w:szCs w:val="22"/>
              </w:rPr>
            </w:pPr>
            <w:r w:rsidRPr="005C5F24">
              <w:rPr>
                <w:rFonts w:ascii="ＭＳ 明朝" w:hAnsi="ＭＳ 明朝" w:hint="eastAsia"/>
                <w:sz w:val="22"/>
                <w:szCs w:val="22"/>
              </w:rPr>
              <w:t>完了年月：</w:t>
            </w:r>
          </w:p>
          <w:p w14:paraId="082D92FD" w14:textId="77777777" w:rsidR="005C5F24" w:rsidRPr="005C5F24" w:rsidRDefault="005C5F24" w:rsidP="005C5F24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C5F24" w:rsidRPr="005C5F24" w14:paraId="180D1564" w14:textId="77777777" w:rsidTr="0016746F">
        <w:trPr>
          <w:trHeight w:val="1080"/>
          <w:jc w:val="center"/>
        </w:trPr>
        <w:tc>
          <w:tcPr>
            <w:tcW w:w="2122" w:type="dxa"/>
            <w:vAlign w:val="center"/>
          </w:tcPr>
          <w:p w14:paraId="013E3189" w14:textId="77777777" w:rsidR="005C5F24" w:rsidRPr="005C5F24" w:rsidRDefault="005C5F24" w:rsidP="005C5F24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49FEF49D" w14:textId="77777777" w:rsidR="005C5F24" w:rsidRPr="005C5F24" w:rsidRDefault="005C5F24" w:rsidP="005C5F24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54FB0C71" w14:textId="77777777" w:rsidR="005C5F24" w:rsidRPr="005C5F24" w:rsidRDefault="005C5F24" w:rsidP="005C5F24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3E193573" w14:textId="77777777" w:rsidR="005C5F24" w:rsidRPr="005C5F24" w:rsidRDefault="005C5F24" w:rsidP="005C5F24">
            <w:pPr>
              <w:rPr>
                <w:rFonts w:ascii="ＭＳ 明朝" w:hAnsi="ＭＳ 明朝"/>
                <w:sz w:val="22"/>
                <w:szCs w:val="22"/>
              </w:rPr>
            </w:pPr>
            <w:r w:rsidRPr="005C5F24">
              <w:rPr>
                <w:rFonts w:ascii="ＭＳ 明朝" w:hAnsi="ＭＳ 明朝" w:hint="eastAsia"/>
                <w:sz w:val="22"/>
                <w:szCs w:val="22"/>
              </w:rPr>
              <w:t>着手年月：</w:t>
            </w:r>
          </w:p>
          <w:p w14:paraId="682453EB" w14:textId="77777777" w:rsidR="005C5F24" w:rsidRPr="005C5F24" w:rsidRDefault="005C5F24" w:rsidP="005C5F24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54B441BA" w14:textId="77777777" w:rsidR="005C5F24" w:rsidRPr="005C5F24" w:rsidRDefault="005C5F24" w:rsidP="005C5F24">
            <w:pPr>
              <w:rPr>
                <w:rFonts w:ascii="ＭＳ 明朝" w:hAnsi="ＭＳ 明朝"/>
                <w:sz w:val="22"/>
                <w:szCs w:val="22"/>
              </w:rPr>
            </w:pPr>
            <w:r w:rsidRPr="005C5F24">
              <w:rPr>
                <w:rFonts w:ascii="ＭＳ 明朝" w:hAnsi="ＭＳ 明朝" w:hint="eastAsia"/>
                <w:sz w:val="22"/>
                <w:szCs w:val="22"/>
              </w:rPr>
              <w:t>完了年月：</w:t>
            </w:r>
          </w:p>
          <w:p w14:paraId="224A50DE" w14:textId="77777777" w:rsidR="005C5F24" w:rsidRPr="005C5F24" w:rsidRDefault="005C5F24" w:rsidP="005C5F24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C5F24" w:rsidRPr="005C5F24" w14:paraId="1872C2D8" w14:textId="77777777" w:rsidTr="0016746F">
        <w:trPr>
          <w:trHeight w:val="1080"/>
          <w:jc w:val="center"/>
        </w:trPr>
        <w:tc>
          <w:tcPr>
            <w:tcW w:w="2122" w:type="dxa"/>
            <w:vAlign w:val="center"/>
          </w:tcPr>
          <w:p w14:paraId="48FA4E68" w14:textId="77777777" w:rsidR="005C5F24" w:rsidRPr="005C5F24" w:rsidRDefault="005C5F24" w:rsidP="005C5F24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459EC4A5" w14:textId="77777777" w:rsidR="005C5F24" w:rsidRPr="005C5F24" w:rsidRDefault="005C5F24" w:rsidP="005C5F24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76EAD81D" w14:textId="77777777" w:rsidR="005C5F24" w:rsidRPr="005C5F24" w:rsidRDefault="005C5F24" w:rsidP="005C5F24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2A71B923" w14:textId="77777777" w:rsidR="005C5F24" w:rsidRPr="005C5F24" w:rsidRDefault="005C5F24" w:rsidP="005C5F24">
            <w:pPr>
              <w:rPr>
                <w:rFonts w:ascii="ＭＳ 明朝" w:hAnsi="ＭＳ 明朝"/>
                <w:sz w:val="22"/>
                <w:szCs w:val="22"/>
              </w:rPr>
            </w:pPr>
            <w:r w:rsidRPr="005C5F24">
              <w:rPr>
                <w:rFonts w:ascii="ＭＳ 明朝" w:hAnsi="ＭＳ 明朝" w:hint="eastAsia"/>
                <w:sz w:val="22"/>
                <w:szCs w:val="22"/>
              </w:rPr>
              <w:t>着手年月：</w:t>
            </w:r>
          </w:p>
          <w:p w14:paraId="67D83D11" w14:textId="77777777" w:rsidR="005C5F24" w:rsidRPr="005C5F24" w:rsidRDefault="005C5F24" w:rsidP="005C5F24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6DABAEB5" w14:textId="77777777" w:rsidR="005C5F24" w:rsidRPr="005C5F24" w:rsidRDefault="005C5F24" w:rsidP="005C5F24">
            <w:pPr>
              <w:rPr>
                <w:rFonts w:ascii="ＭＳ 明朝" w:hAnsi="ＭＳ 明朝"/>
                <w:sz w:val="22"/>
                <w:szCs w:val="22"/>
              </w:rPr>
            </w:pPr>
            <w:r w:rsidRPr="005C5F24">
              <w:rPr>
                <w:rFonts w:ascii="ＭＳ 明朝" w:hAnsi="ＭＳ 明朝" w:hint="eastAsia"/>
                <w:sz w:val="22"/>
                <w:szCs w:val="22"/>
              </w:rPr>
              <w:t>完了年月：</w:t>
            </w:r>
          </w:p>
          <w:p w14:paraId="6E5A476B" w14:textId="77777777" w:rsidR="005C5F24" w:rsidRPr="005C5F24" w:rsidRDefault="005C5F24" w:rsidP="005C5F24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05A98C66" w14:textId="77777777" w:rsidR="00E618DF" w:rsidRPr="005C5F24" w:rsidRDefault="00E618DF" w:rsidP="00E618DF">
      <w:pPr>
        <w:rPr>
          <w:rFonts w:ascii="ＭＳ 明朝" w:hAnsi="ＭＳ 明朝"/>
          <w:sz w:val="22"/>
          <w:szCs w:val="22"/>
        </w:rPr>
      </w:pPr>
    </w:p>
    <w:p w14:paraId="547BD3CF" w14:textId="77777777" w:rsidR="005B04CE" w:rsidRPr="002F335A" w:rsidRDefault="006A460D" w:rsidP="006A460D">
      <w:pPr>
        <w:rPr>
          <w:sz w:val="22"/>
          <w:szCs w:val="22"/>
        </w:rPr>
      </w:pPr>
      <w:r w:rsidRPr="002F335A">
        <w:rPr>
          <w:rFonts w:hint="eastAsia"/>
          <w:sz w:val="22"/>
          <w:szCs w:val="22"/>
        </w:rPr>
        <w:t>【</w:t>
      </w:r>
      <w:r w:rsidR="009E6A69" w:rsidRPr="002F335A">
        <w:rPr>
          <w:rFonts w:hint="eastAsia"/>
          <w:sz w:val="22"/>
          <w:szCs w:val="22"/>
        </w:rPr>
        <w:t>記入</w:t>
      </w:r>
      <w:r w:rsidR="005B04CE" w:rsidRPr="002F335A">
        <w:rPr>
          <w:rFonts w:hint="eastAsia"/>
          <w:sz w:val="22"/>
          <w:szCs w:val="22"/>
        </w:rPr>
        <w:t>上の注意事項</w:t>
      </w:r>
      <w:r w:rsidRPr="002F335A">
        <w:rPr>
          <w:rFonts w:hint="eastAsia"/>
          <w:sz w:val="22"/>
          <w:szCs w:val="22"/>
        </w:rPr>
        <w:t>】</w:t>
      </w:r>
    </w:p>
    <w:p w14:paraId="2D79933A" w14:textId="598F3325" w:rsidR="00DE427B" w:rsidRDefault="005B04CE" w:rsidP="00B27A03">
      <w:pPr>
        <w:ind w:left="220" w:hangingChars="100" w:hanging="220"/>
        <w:rPr>
          <w:sz w:val="22"/>
          <w:szCs w:val="22"/>
        </w:rPr>
      </w:pPr>
      <w:r w:rsidRPr="002F335A">
        <w:rPr>
          <w:rFonts w:hint="eastAsia"/>
          <w:sz w:val="22"/>
          <w:szCs w:val="22"/>
        </w:rPr>
        <w:t xml:space="preserve">１　</w:t>
      </w:r>
      <w:r w:rsidR="00DE427B">
        <w:rPr>
          <w:rFonts w:hint="eastAsia"/>
          <w:sz w:val="22"/>
          <w:szCs w:val="22"/>
        </w:rPr>
        <w:t>参加要件</w:t>
      </w:r>
      <w:r w:rsidR="00B27A03">
        <w:rPr>
          <w:rFonts w:hint="eastAsia"/>
          <w:sz w:val="22"/>
          <w:szCs w:val="22"/>
        </w:rPr>
        <w:t>・参加基準</w:t>
      </w:r>
      <w:r w:rsidR="00DE427B">
        <w:rPr>
          <w:rFonts w:hint="eastAsia"/>
          <w:sz w:val="22"/>
          <w:szCs w:val="22"/>
        </w:rPr>
        <w:t>に係る実績の</w:t>
      </w:r>
      <w:r w:rsidR="009E12C9">
        <w:rPr>
          <w:rFonts w:hint="eastAsia"/>
          <w:sz w:val="22"/>
          <w:szCs w:val="22"/>
        </w:rPr>
        <w:t>うち、</w:t>
      </w:r>
      <w:r w:rsidR="00B27A03">
        <w:rPr>
          <w:rFonts w:hint="eastAsia"/>
          <w:sz w:val="22"/>
          <w:szCs w:val="22"/>
        </w:rPr>
        <w:t>令和４年４月１日以降</w:t>
      </w:r>
      <w:r w:rsidR="009E12C9">
        <w:rPr>
          <w:rFonts w:hint="eastAsia"/>
          <w:sz w:val="22"/>
          <w:szCs w:val="22"/>
        </w:rPr>
        <w:t>の実績を記入</w:t>
      </w:r>
      <w:r w:rsidR="00DE427B">
        <w:rPr>
          <w:rFonts w:hint="eastAsia"/>
          <w:sz w:val="22"/>
          <w:szCs w:val="22"/>
        </w:rPr>
        <w:t>すること。</w:t>
      </w:r>
      <w:r w:rsidR="005C5F24">
        <w:rPr>
          <w:rFonts w:hint="eastAsia"/>
          <w:sz w:val="22"/>
          <w:szCs w:val="22"/>
        </w:rPr>
        <w:t>（最大５件まで）</w:t>
      </w:r>
    </w:p>
    <w:p w14:paraId="2C11E88B" w14:textId="77777777" w:rsidR="00EA2836" w:rsidRPr="002F335A" w:rsidRDefault="00DE427B" w:rsidP="00EA2836">
      <w:pPr>
        <w:ind w:left="220" w:hangingChars="100" w:hanging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２　</w:t>
      </w:r>
      <w:r w:rsidR="00EA2836" w:rsidRPr="002F335A">
        <w:rPr>
          <w:rFonts w:hint="eastAsia"/>
          <w:sz w:val="22"/>
          <w:szCs w:val="22"/>
        </w:rPr>
        <w:t>業務名には契約書</w:t>
      </w:r>
      <w:r w:rsidR="0010358E">
        <w:rPr>
          <w:rFonts w:hint="eastAsia"/>
          <w:sz w:val="22"/>
          <w:szCs w:val="22"/>
        </w:rPr>
        <w:t>等</w:t>
      </w:r>
      <w:r w:rsidR="00EA2836" w:rsidRPr="002F335A">
        <w:rPr>
          <w:rFonts w:hint="eastAsia"/>
          <w:sz w:val="22"/>
          <w:szCs w:val="22"/>
        </w:rPr>
        <w:t>の業務名を記入すること。</w:t>
      </w:r>
    </w:p>
    <w:p w14:paraId="4612F97B" w14:textId="77777777" w:rsidR="008E7EA1" w:rsidRPr="00716486" w:rsidRDefault="005C5F24" w:rsidP="005C5F24">
      <w:pPr>
        <w:ind w:left="220" w:hangingChars="100" w:hanging="220"/>
        <w:rPr>
          <w:sz w:val="22"/>
          <w:szCs w:val="22"/>
        </w:rPr>
      </w:pPr>
      <w:r>
        <w:rPr>
          <w:rFonts w:hint="eastAsia"/>
          <w:sz w:val="22"/>
          <w:szCs w:val="22"/>
        </w:rPr>
        <w:t>３</w:t>
      </w:r>
      <w:r w:rsidR="005B04CE" w:rsidRPr="002F335A">
        <w:rPr>
          <w:rFonts w:hint="eastAsia"/>
          <w:sz w:val="22"/>
          <w:szCs w:val="22"/>
        </w:rPr>
        <w:t xml:space="preserve">　</w:t>
      </w:r>
      <w:r w:rsidR="009E6A69" w:rsidRPr="002F335A">
        <w:rPr>
          <w:rFonts w:hint="eastAsia"/>
          <w:sz w:val="22"/>
          <w:szCs w:val="22"/>
        </w:rPr>
        <w:t>記入</w:t>
      </w:r>
      <w:r w:rsidR="005B04CE" w:rsidRPr="002F335A">
        <w:rPr>
          <w:rFonts w:hint="eastAsia"/>
          <w:sz w:val="22"/>
          <w:szCs w:val="22"/>
        </w:rPr>
        <w:t>した</w:t>
      </w:r>
      <w:r w:rsidR="009E4A09">
        <w:rPr>
          <w:rFonts w:hint="eastAsia"/>
          <w:sz w:val="22"/>
          <w:szCs w:val="22"/>
        </w:rPr>
        <w:t>実績</w:t>
      </w:r>
      <w:r w:rsidR="005B04CE" w:rsidRPr="002F335A">
        <w:rPr>
          <w:rFonts w:hint="eastAsia"/>
          <w:sz w:val="22"/>
          <w:szCs w:val="22"/>
        </w:rPr>
        <w:t>について</w:t>
      </w:r>
      <w:r>
        <w:rPr>
          <w:rFonts w:hint="eastAsia"/>
          <w:sz w:val="22"/>
          <w:szCs w:val="22"/>
        </w:rPr>
        <w:t>、</w:t>
      </w:r>
      <w:r w:rsidR="005B04CE" w:rsidRPr="002F335A">
        <w:rPr>
          <w:rFonts w:hint="eastAsia"/>
          <w:sz w:val="22"/>
          <w:szCs w:val="22"/>
        </w:rPr>
        <w:t>契約書</w:t>
      </w:r>
      <w:r w:rsidR="008E7EA1">
        <w:rPr>
          <w:rFonts w:hint="eastAsia"/>
          <w:sz w:val="22"/>
          <w:szCs w:val="22"/>
        </w:rPr>
        <w:t>等</w:t>
      </w:r>
      <w:r>
        <w:rPr>
          <w:rFonts w:hint="eastAsia"/>
          <w:sz w:val="22"/>
          <w:szCs w:val="22"/>
        </w:rPr>
        <w:t>の契約が確認できる書類を添付すること。</w:t>
      </w:r>
    </w:p>
    <w:sectPr w:rsidR="008E7EA1" w:rsidRPr="00716486" w:rsidSect="0016746F">
      <w:pgSz w:w="11906" w:h="16838" w:code="9"/>
      <w:pgMar w:top="1134" w:right="851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E87D22" w14:textId="77777777" w:rsidR="009A48E7" w:rsidRDefault="009A48E7">
      <w:r>
        <w:separator/>
      </w:r>
    </w:p>
  </w:endnote>
  <w:endnote w:type="continuationSeparator" w:id="0">
    <w:p w14:paraId="0CF3F406" w14:textId="77777777" w:rsidR="009A48E7" w:rsidRDefault="009A4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4CD3CE" w14:textId="77777777" w:rsidR="009A48E7" w:rsidRDefault="009A48E7">
      <w:r>
        <w:separator/>
      </w:r>
    </w:p>
  </w:footnote>
  <w:footnote w:type="continuationSeparator" w:id="0">
    <w:p w14:paraId="130F5A69" w14:textId="77777777" w:rsidR="009A48E7" w:rsidRDefault="009A48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8DF"/>
    <w:rsid w:val="0003199A"/>
    <w:rsid w:val="000A5CE0"/>
    <w:rsid w:val="000D5AB3"/>
    <w:rsid w:val="0010358E"/>
    <w:rsid w:val="0016746F"/>
    <w:rsid w:val="001B7D96"/>
    <w:rsid w:val="001C6174"/>
    <w:rsid w:val="002662FE"/>
    <w:rsid w:val="002762E3"/>
    <w:rsid w:val="002D2A79"/>
    <w:rsid w:val="002F335A"/>
    <w:rsid w:val="0031153E"/>
    <w:rsid w:val="003F61CD"/>
    <w:rsid w:val="004A7363"/>
    <w:rsid w:val="00502299"/>
    <w:rsid w:val="00520DFA"/>
    <w:rsid w:val="00523939"/>
    <w:rsid w:val="00545E3E"/>
    <w:rsid w:val="00570B03"/>
    <w:rsid w:val="0057530D"/>
    <w:rsid w:val="00575658"/>
    <w:rsid w:val="005B04CE"/>
    <w:rsid w:val="005B3B91"/>
    <w:rsid w:val="005C46E3"/>
    <w:rsid w:val="005C5F24"/>
    <w:rsid w:val="005C6A32"/>
    <w:rsid w:val="00687A5B"/>
    <w:rsid w:val="006A460D"/>
    <w:rsid w:val="006A539B"/>
    <w:rsid w:val="006C5260"/>
    <w:rsid w:val="006F5900"/>
    <w:rsid w:val="00716486"/>
    <w:rsid w:val="0079170F"/>
    <w:rsid w:val="007A7389"/>
    <w:rsid w:val="00801102"/>
    <w:rsid w:val="00833676"/>
    <w:rsid w:val="008459D0"/>
    <w:rsid w:val="00890FEF"/>
    <w:rsid w:val="008B376F"/>
    <w:rsid w:val="008E7EA1"/>
    <w:rsid w:val="008F23A2"/>
    <w:rsid w:val="00912963"/>
    <w:rsid w:val="00924778"/>
    <w:rsid w:val="00976768"/>
    <w:rsid w:val="00976DA5"/>
    <w:rsid w:val="009A16DA"/>
    <w:rsid w:val="009A48E7"/>
    <w:rsid w:val="009C1031"/>
    <w:rsid w:val="009E12C9"/>
    <w:rsid w:val="009E4A09"/>
    <w:rsid w:val="009E6A69"/>
    <w:rsid w:val="00A00D13"/>
    <w:rsid w:val="00A15134"/>
    <w:rsid w:val="00A51B80"/>
    <w:rsid w:val="00A95BCE"/>
    <w:rsid w:val="00AB2FC0"/>
    <w:rsid w:val="00AD5DC6"/>
    <w:rsid w:val="00AE0331"/>
    <w:rsid w:val="00B17542"/>
    <w:rsid w:val="00B26DAF"/>
    <w:rsid w:val="00B27A03"/>
    <w:rsid w:val="00B32365"/>
    <w:rsid w:val="00BC13EA"/>
    <w:rsid w:val="00C35BE4"/>
    <w:rsid w:val="00C51114"/>
    <w:rsid w:val="00CA74CE"/>
    <w:rsid w:val="00D33D16"/>
    <w:rsid w:val="00D36D3E"/>
    <w:rsid w:val="00DE427B"/>
    <w:rsid w:val="00DF279F"/>
    <w:rsid w:val="00E618DF"/>
    <w:rsid w:val="00E73301"/>
    <w:rsid w:val="00EA2836"/>
    <w:rsid w:val="00F40A44"/>
    <w:rsid w:val="00FB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051B2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18D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753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57530D"/>
    <w:rPr>
      <w:kern w:val="2"/>
      <w:sz w:val="21"/>
      <w:szCs w:val="24"/>
    </w:rPr>
  </w:style>
  <w:style w:type="paragraph" w:styleId="a5">
    <w:name w:val="footer"/>
    <w:basedOn w:val="a"/>
    <w:link w:val="a6"/>
    <w:rsid w:val="005753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7530D"/>
    <w:rPr>
      <w:kern w:val="2"/>
      <w:sz w:val="21"/>
      <w:szCs w:val="24"/>
    </w:rPr>
  </w:style>
  <w:style w:type="table" w:styleId="a7">
    <w:name w:val="Table Grid"/>
    <w:basedOn w:val="a1"/>
    <w:rsid w:val="005C5F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Office%20Word%202003%20Look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Office Word 2003 Look.dotx</Template>
  <TotalTime>0</TotalTime>
  <Pages>1</Pages>
  <Words>200</Words>
  <Characters>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2021-02-22T00:32:00Z</dcterms:created>
  <dcterms:modified xsi:type="dcterms:W3CDTF">2025-12-04T08:29:00Z</dcterms:modified>
</cp:coreProperties>
</file>