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68C060" w14:textId="622F1F71" w:rsidR="007F6063" w:rsidRPr="00EB77AF" w:rsidRDefault="007F6063" w:rsidP="007F6063">
      <w:pPr>
        <w:ind w:left="210" w:hanging="210"/>
        <w:jc w:val="left"/>
        <w:rPr>
          <w:rFonts w:asciiTheme="minorEastAsia" w:eastAsiaTheme="minorEastAsia" w:hAnsiTheme="minorEastAsia"/>
          <w:sz w:val="22"/>
          <w:szCs w:val="22"/>
        </w:rPr>
      </w:pPr>
      <w:r w:rsidRPr="00EB77AF">
        <w:rPr>
          <w:rFonts w:asciiTheme="minorEastAsia" w:eastAsiaTheme="minorEastAsia" w:hAnsiTheme="minorEastAsia" w:hint="eastAsia"/>
          <w:sz w:val="22"/>
          <w:szCs w:val="22"/>
        </w:rPr>
        <w:t>（様式</w:t>
      </w:r>
      <w:r w:rsidR="0055274C">
        <w:rPr>
          <w:rFonts w:asciiTheme="minorEastAsia" w:eastAsiaTheme="minorEastAsia" w:hAnsiTheme="minorEastAsia" w:hint="eastAsia"/>
          <w:sz w:val="22"/>
          <w:szCs w:val="22"/>
        </w:rPr>
        <w:t>第４号</w:t>
      </w:r>
      <w:r w:rsidRPr="00EB77AF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68A8FF09" w14:textId="77777777" w:rsidR="007F6063" w:rsidRDefault="007F6063" w:rsidP="00D70722">
      <w:pPr>
        <w:ind w:left="210" w:hanging="210"/>
        <w:jc w:val="center"/>
        <w:rPr>
          <w:rFonts w:asciiTheme="minorEastAsia" w:eastAsiaTheme="minorEastAsia" w:hAnsiTheme="minorEastAsia"/>
          <w:sz w:val="22"/>
          <w:szCs w:val="22"/>
        </w:rPr>
      </w:pPr>
      <w:r w:rsidRPr="00EB77AF">
        <w:rPr>
          <w:rFonts w:asciiTheme="minorEastAsia" w:eastAsiaTheme="minorEastAsia" w:hAnsiTheme="minorEastAsia" w:hint="eastAsia"/>
          <w:sz w:val="22"/>
          <w:szCs w:val="22"/>
        </w:rPr>
        <w:t>役員等</w:t>
      </w:r>
      <w:r w:rsidR="00DD7D1D" w:rsidRPr="00EB77AF">
        <w:rPr>
          <w:rFonts w:asciiTheme="minorEastAsia" w:eastAsiaTheme="minorEastAsia" w:hAnsiTheme="minorEastAsia" w:hint="eastAsia"/>
          <w:sz w:val="22"/>
          <w:szCs w:val="22"/>
        </w:rPr>
        <w:t>一覧表</w:t>
      </w:r>
    </w:p>
    <w:p w14:paraId="364CE625" w14:textId="77777777" w:rsidR="00D70722" w:rsidRPr="00EB77AF" w:rsidRDefault="00D70722" w:rsidP="00D70722">
      <w:pPr>
        <w:ind w:left="210" w:hanging="210"/>
        <w:jc w:val="center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9706" w:type="dxa"/>
        <w:tblInd w:w="-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5"/>
        <w:gridCol w:w="3402"/>
        <w:gridCol w:w="1134"/>
        <w:gridCol w:w="709"/>
        <w:gridCol w:w="2126"/>
      </w:tblGrid>
      <w:tr w:rsidR="00DA6BD1" w:rsidRPr="00EB77AF" w14:paraId="383EAAFB" w14:textId="77777777" w:rsidTr="00F91A95">
        <w:trPr>
          <w:trHeight w:val="217"/>
        </w:trPr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F25E62B" w14:textId="77777777" w:rsidR="00DA6BD1" w:rsidRPr="00EB77AF" w:rsidRDefault="00DA6BD1" w:rsidP="00AD3AFC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77AF">
              <w:rPr>
                <w:rFonts w:asciiTheme="minorEastAsia" w:eastAsiaTheme="minorEastAsia" w:hAnsiTheme="minorEastAsia" w:hint="eastAsia"/>
                <w:sz w:val="22"/>
                <w:szCs w:val="22"/>
              </w:rPr>
              <w:t>役職名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2BFBD976" w14:textId="77777777" w:rsidR="00DA6BD1" w:rsidRPr="00EB77AF" w:rsidRDefault="009D62A4" w:rsidP="00AD3AFC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フリガナ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D25589" w14:textId="77777777" w:rsidR="00DA6BD1" w:rsidRPr="00EB77AF" w:rsidRDefault="00DA6BD1" w:rsidP="00AD3AFC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77AF">
              <w:rPr>
                <w:rFonts w:asciiTheme="minorEastAsia" w:eastAsiaTheme="minorEastAsia" w:hAnsiTheme="minorEastAsia" w:hint="eastAsia"/>
                <w:sz w:val="22"/>
                <w:szCs w:val="22"/>
              </w:rPr>
              <w:t>性別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286885" w14:textId="77777777" w:rsidR="00DA6BD1" w:rsidRPr="00EB77AF" w:rsidRDefault="00DA6BD1" w:rsidP="00AD3AFC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77AF">
              <w:rPr>
                <w:rFonts w:asciiTheme="minorEastAsia" w:eastAsiaTheme="minorEastAsia" w:hAnsiTheme="minorEastAsia" w:hint="eastAsia"/>
                <w:sz w:val="22"/>
                <w:szCs w:val="22"/>
              </w:rPr>
              <w:t>生年月日</w:t>
            </w:r>
          </w:p>
        </w:tc>
      </w:tr>
      <w:tr w:rsidR="00DA6BD1" w:rsidRPr="00EB77AF" w14:paraId="43565A8B" w14:textId="77777777" w:rsidTr="00F91A95">
        <w:trPr>
          <w:trHeight w:val="384"/>
        </w:trPr>
        <w:tc>
          <w:tcPr>
            <w:tcW w:w="23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231E7" w14:textId="77777777" w:rsidR="00DA6BD1" w:rsidRPr="00EB77AF" w:rsidRDefault="00DA6BD1" w:rsidP="00AD3AFC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B15923" w14:textId="77777777" w:rsidR="00DA6BD1" w:rsidRPr="00EB77AF" w:rsidRDefault="009D62A4" w:rsidP="00AD3AFC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氏　　名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B574F9" w14:textId="77777777" w:rsidR="00DA6BD1" w:rsidRPr="00EB77AF" w:rsidRDefault="00DA6BD1" w:rsidP="00AD3AFC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554574" w14:textId="77777777" w:rsidR="00DA6BD1" w:rsidRPr="00EB77AF" w:rsidRDefault="00DA6BD1" w:rsidP="00AD3AFC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F6063" w:rsidRPr="00EB77AF" w14:paraId="445B3614" w14:textId="77777777" w:rsidTr="00F91A95">
        <w:trPr>
          <w:trHeight w:val="150"/>
        </w:trPr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DC5372" w14:textId="77777777" w:rsidR="007F6063" w:rsidRPr="00EB77AF" w:rsidRDefault="007F6063" w:rsidP="00AD3AFC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</w:tcPr>
          <w:p w14:paraId="397A2B29" w14:textId="77777777" w:rsidR="007F6063" w:rsidRPr="00EB77AF" w:rsidRDefault="007F6063" w:rsidP="00AD3AFC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V"/>
            <w:vAlign w:val="center"/>
          </w:tcPr>
          <w:p w14:paraId="1ED68935" w14:textId="77777777" w:rsidR="007F6063" w:rsidRPr="00EB77AF" w:rsidRDefault="007F6063" w:rsidP="00AD3AFC">
            <w:pPr>
              <w:spacing w:line="280" w:lineRule="exact"/>
              <w:ind w:left="113" w:right="113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5A6A68" w14:textId="77777777" w:rsidR="007F6063" w:rsidRDefault="007F6063" w:rsidP="00AD3AFC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52B0DB71" w14:textId="77777777" w:rsidR="00DA6BD1" w:rsidRPr="00EB77AF" w:rsidRDefault="00DA6BD1" w:rsidP="00AD3AFC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DF58B6" w14:textId="77777777" w:rsidR="007F6063" w:rsidRPr="00EB77AF" w:rsidRDefault="007F6063" w:rsidP="00AD3AFC">
            <w:pPr>
              <w:spacing w:line="280" w:lineRule="exact"/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77AF">
              <w:rPr>
                <w:rFonts w:asciiTheme="minorEastAsia" w:eastAsiaTheme="minorEastAsia" w:hAnsiTheme="minorEastAsia" w:hint="eastAsia"/>
                <w:sz w:val="22"/>
                <w:szCs w:val="22"/>
              </w:rPr>
              <w:t>年　　月　　日</w:t>
            </w:r>
          </w:p>
        </w:tc>
      </w:tr>
      <w:tr w:rsidR="007F6063" w:rsidRPr="00EB77AF" w14:paraId="545A7D8A" w14:textId="77777777" w:rsidTr="00F91A95">
        <w:trPr>
          <w:trHeight w:val="490"/>
        </w:trPr>
        <w:tc>
          <w:tcPr>
            <w:tcW w:w="2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66FAF" w14:textId="77777777" w:rsidR="007F6063" w:rsidRPr="00EB77AF" w:rsidRDefault="007F6063" w:rsidP="00AD3AFC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678549" w14:textId="77777777" w:rsidR="007F6063" w:rsidRPr="00EB77AF" w:rsidRDefault="007F6063" w:rsidP="00AD3AFC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V"/>
            <w:vAlign w:val="center"/>
          </w:tcPr>
          <w:p w14:paraId="3F710CF9" w14:textId="77777777" w:rsidR="007F6063" w:rsidRPr="00EB77AF" w:rsidRDefault="007F6063" w:rsidP="00AD3AFC">
            <w:pPr>
              <w:snapToGrid w:val="0"/>
              <w:spacing w:line="280" w:lineRule="exact"/>
              <w:ind w:left="113" w:right="113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0B82EC" w14:textId="77777777" w:rsidR="007F6063" w:rsidRPr="00EB77AF" w:rsidRDefault="007F6063" w:rsidP="00AD3AFC">
            <w:pPr>
              <w:snapToGrid w:val="0"/>
              <w:spacing w:line="4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7AA891A" w14:textId="77777777" w:rsidR="007F6063" w:rsidRPr="00EB77AF" w:rsidRDefault="007F6063" w:rsidP="00AD3AFC">
            <w:pPr>
              <w:snapToGrid w:val="0"/>
              <w:spacing w:line="280" w:lineRule="exact"/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F6063" w:rsidRPr="00EB77AF" w14:paraId="14732D35" w14:textId="77777777" w:rsidTr="00F91A95"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F01D5" w14:textId="77777777" w:rsidR="007F6063" w:rsidRPr="00EB77AF" w:rsidRDefault="007F6063" w:rsidP="00AD3AFC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</w:tcPr>
          <w:p w14:paraId="3F461508" w14:textId="77777777" w:rsidR="007F6063" w:rsidRPr="00EB77AF" w:rsidRDefault="007F6063" w:rsidP="00AD3AFC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V"/>
            <w:vAlign w:val="center"/>
          </w:tcPr>
          <w:p w14:paraId="7EA1A6C6" w14:textId="77777777" w:rsidR="007F6063" w:rsidRPr="00EB77AF" w:rsidRDefault="007F6063" w:rsidP="00AD3AFC">
            <w:pPr>
              <w:spacing w:line="280" w:lineRule="exact"/>
              <w:ind w:left="113" w:right="113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87F617" w14:textId="77777777" w:rsidR="007F6063" w:rsidRDefault="007F6063" w:rsidP="00AD3AFC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6CF88314" w14:textId="77777777" w:rsidR="00DA6BD1" w:rsidRPr="00EB77AF" w:rsidRDefault="00DA6BD1" w:rsidP="00AD3AFC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C99559" w14:textId="77777777" w:rsidR="007F6063" w:rsidRPr="00EB77AF" w:rsidRDefault="007F6063" w:rsidP="00AD3AFC">
            <w:pPr>
              <w:spacing w:line="280" w:lineRule="exact"/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77AF">
              <w:rPr>
                <w:rFonts w:asciiTheme="minorEastAsia" w:eastAsiaTheme="minorEastAsia" w:hAnsiTheme="minorEastAsia" w:hint="eastAsia"/>
                <w:sz w:val="22"/>
                <w:szCs w:val="22"/>
              </w:rPr>
              <w:t>年　　月　　日</w:t>
            </w:r>
          </w:p>
        </w:tc>
      </w:tr>
      <w:tr w:rsidR="007F6063" w:rsidRPr="00EB77AF" w14:paraId="51FD6B67" w14:textId="77777777" w:rsidTr="00F91A95">
        <w:trPr>
          <w:trHeight w:val="104"/>
        </w:trPr>
        <w:tc>
          <w:tcPr>
            <w:tcW w:w="2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A14BC" w14:textId="77777777" w:rsidR="007F6063" w:rsidRPr="00EB77AF" w:rsidRDefault="007F6063" w:rsidP="00AD3AFC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A38E7" w14:textId="77777777" w:rsidR="007F6063" w:rsidRPr="00EB77AF" w:rsidRDefault="007F6063" w:rsidP="00AD3AFC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V"/>
            <w:vAlign w:val="center"/>
          </w:tcPr>
          <w:p w14:paraId="1C05D022" w14:textId="77777777" w:rsidR="007F6063" w:rsidRPr="00EB77AF" w:rsidRDefault="007F6063" w:rsidP="00AD3AFC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0E7681" w14:textId="77777777" w:rsidR="007F6063" w:rsidRPr="00EB77AF" w:rsidRDefault="007F6063" w:rsidP="00AD3AFC">
            <w:pPr>
              <w:snapToGrid w:val="0"/>
              <w:spacing w:line="4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3E4F7A7" w14:textId="77777777" w:rsidR="007F6063" w:rsidRPr="00EB77AF" w:rsidRDefault="007F6063" w:rsidP="00AD3AFC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F6063" w:rsidRPr="00EB77AF" w14:paraId="243BE2E4" w14:textId="77777777" w:rsidTr="00F91A95"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0E2EEE" w14:textId="77777777" w:rsidR="007F6063" w:rsidRPr="00EB77AF" w:rsidRDefault="007F6063" w:rsidP="00AD3AFC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</w:tcPr>
          <w:p w14:paraId="752B1223" w14:textId="77777777" w:rsidR="007F6063" w:rsidRPr="00EB77AF" w:rsidRDefault="007F6063" w:rsidP="00AD3AFC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V"/>
            <w:vAlign w:val="center"/>
          </w:tcPr>
          <w:p w14:paraId="1063B2F8" w14:textId="77777777" w:rsidR="007F6063" w:rsidRPr="00EB77AF" w:rsidRDefault="007F6063" w:rsidP="00AD3AFC">
            <w:pPr>
              <w:spacing w:line="280" w:lineRule="exact"/>
              <w:ind w:left="113" w:right="113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D58E03" w14:textId="77777777" w:rsidR="007F6063" w:rsidRDefault="007F6063" w:rsidP="00AD3AFC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2AB5F297" w14:textId="77777777" w:rsidR="00DA6BD1" w:rsidRPr="00EB77AF" w:rsidRDefault="00DA6BD1" w:rsidP="00AD3AFC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285B1B" w14:textId="77777777" w:rsidR="007F6063" w:rsidRPr="00EB77AF" w:rsidRDefault="007F6063" w:rsidP="00AD3AFC">
            <w:pPr>
              <w:spacing w:line="280" w:lineRule="exact"/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77AF">
              <w:rPr>
                <w:rFonts w:asciiTheme="minorEastAsia" w:eastAsiaTheme="minorEastAsia" w:hAnsiTheme="minorEastAsia" w:hint="eastAsia"/>
                <w:sz w:val="22"/>
                <w:szCs w:val="22"/>
              </w:rPr>
              <w:t>年　　月　　日</w:t>
            </w:r>
          </w:p>
        </w:tc>
      </w:tr>
      <w:tr w:rsidR="007F6063" w:rsidRPr="00EB77AF" w14:paraId="5C7CE7D9" w14:textId="77777777" w:rsidTr="00F91A95">
        <w:trPr>
          <w:trHeight w:val="680"/>
        </w:trPr>
        <w:tc>
          <w:tcPr>
            <w:tcW w:w="2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C14A1" w14:textId="77777777" w:rsidR="007F6063" w:rsidRPr="00EB77AF" w:rsidRDefault="007F6063" w:rsidP="00AD3AFC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302920" w14:textId="77777777" w:rsidR="007F6063" w:rsidRPr="00EB77AF" w:rsidRDefault="007F6063" w:rsidP="00AD3AFC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V"/>
            <w:vAlign w:val="center"/>
          </w:tcPr>
          <w:p w14:paraId="41A672C9" w14:textId="77777777" w:rsidR="007F6063" w:rsidRPr="00EB77AF" w:rsidRDefault="007F6063" w:rsidP="00AD3AFC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8E71C5" w14:textId="77777777" w:rsidR="007F6063" w:rsidRPr="00EB77AF" w:rsidRDefault="007F6063" w:rsidP="00AD3AFC">
            <w:pPr>
              <w:snapToGrid w:val="0"/>
              <w:spacing w:line="4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AF69DB" w14:textId="77777777" w:rsidR="007F6063" w:rsidRPr="00EB77AF" w:rsidRDefault="007F6063" w:rsidP="00AD3AFC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F6063" w:rsidRPr="00EB77AF" w14:paraId="43A72CB4" w14:textId="77777777" w:rsidTr="00F91A95"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D7623F" w14:textId="77777777" w:rsidR="007F6063" w:rsidRPr="00EB77AF" w:rsidRDefault="007F6063" w:rsidP="00AD3AFC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</w:tcPr>
          <w:p w14:paraId="67E0F2BC" w14:textId="77777777" w:rsidR="007F6063" w:rsidRPr="00EB77AF" w:rsidRDefault="007F6063" w:rsidP="00AD3AFC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V"/>
            <w:vAlign w:val="center"/>
          </w:tcPr>
          <w:p w14:paraId="3BCD0D0F" w14:textId="77777777" w:rsidR="007F6063" w:rsidRPr="00EB77AF" w:rsidRDefault="007F6063" w:rsidP="00AD3AFC">
            <w:pPr>
              <w:spacing w:line="280" w:lineRule="exact"/>
              <w:ind w:left="113" w:right="113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7ACE78" w14:textId="77777777" w:rsidR="007F6063" w:rsidRDefault="007F6063" w:rsidP="00AD3AFC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364F9927" w14:textId="77777777" w:rsidR="00DA6BD1" w:rsidRPr="00EB77AF" w:rsidRDefault="00DA6BD1" w:rsidP="00AD3AFC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B3328E" w14:textId="77777777" w:rsidR="007F6063" w:rsidRPr="00EB77AF" w:rsidRDefault="007F6063" w:rsidP="00AD3AFC">
            <w:pPr>
              <w:spacing w:line="280" w:lineRule="exact"/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77AF">
              <w:rPr>
                <w:rFonts w:asciiTheme="minorEastAsia" w:eastAsiaTheme="minorEastAsia" w:hAnsiTheme="minorEastAsia" w:hint="eastAsia"/>
                <w:sz w:val="22"/>
                <w:szCs w:val="22"/>
              </w:rPr>
              <w:t>年　　月　　日</w:t>
            </w:r>
          </w:p>
        </w:tc>
      </w:tr>
      <w:tr w:rsidR="007F6063" w:rsidRPr="00EB77AF" w14:paraId="242386C4" w14:textId="77777777" w:rsidTr="00F91A95">
        <w:trPr>
          <w:trHeight w:val="681"/>
        </w:trPr>
        <w:tc>
          <w:tcPr>
            <w:tcW w:w="2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6ADB4A" w14:textId="77777777" w:rsidR="007F6063" w:rsidRPr="00EB77AF" w:rsidRDefault="007F6063" w:rsidP="00AD3AFC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6BA749" w14:textId="77777777" w:rsidR="007F6063" w:rsidRPr="00EB77AF" w:rsidRDefault="007F6063" w:rsidP="00AD3AFC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V"/>
            <w:vAlign w:val="center"/>
          </w:tcPr>
          <w:p w14:paraId="59FD69AB" w14:textId="77777777" w:rsidR="007F6063" w:rsidRPr="00EB77AF" w:rsidRDefault="007F6063" w:rsidP="00AD3AFC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CBB044" w14:textId="77777777" w:rsidR="007F6063" w:rsidRPr="00EB77AF" w:rsidRDefault="007F6063" w:rsidP="00AD3AFC">
            <w:pPr>
              <w:snapToGrid w:val="0"/>
              <w:spacing w:line="4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636172A" w14:textId="77777777" w:rsidR="007F6063" w:rsidRPr="00EB77AF" w:rsidRDefault="007F6063" w:rsidP="00AD3AFC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F6063" w:rsidRPr="00EB77AF" w14:paraId="5FD8B2EF" w14:textId="77777777" w:rsidTr="00F91A95"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F5E53F" w14:textId="77777777" w:rsidR="007F6063" w:rsidRPr="00EB77AF" w:rsidRDefault="007F6063" w:rsidP="00AD3AFC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</w:tcPr>
          <w:p w14:paraId="516865C5" w14:textId="77777777" w:rsidR="007F6063" w:rsidRPr="00EB77AF" w:rsidRDefault="007F6063" w:rsidP="00AD3AFC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V"/>
            <w:vAlign w:val="center"/>
          </w:tcPr>
          <w:p w14:paraId="2D152623" w14:textId="77777777" w:rsidR="007F6063" w:rsidRPr="00EB77AF" w:rsidRDefault="007F6063" w:rsidP="00AD3AFC">
            <w:pPr>
              <w:spacing w:line="280" w:lineRule="exact"/>
              <w:ind w:left="113" w:right="113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64E8F4" w14:textId="77777777" w:rsidR="007F6063" w:rsidRDefault="007F6063" w:rsidP="00AD3AFC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7D49A31E" w14:textId="77777777" w:rsidR="00DA6BD1" w:rsidRPr="00EB77AF" w:rsidRDefault="00DA6BD1" w:rsidP="00AD3AFC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03A4DF" w14:textId="77777777" w:rsidR="007F6063" w:rsidRPr="00EB77AF" w:rsidRDefault="007F6063" w:rsidP="00AD3AFC">
            <w:pPr>
              <w:spacing w:line="280" w:lineRule="exact"/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77AF">
              <w:rPr>
                <w:rFonts w:asciiTheme="minorEastAsia" w:eastAsiaTheme="minorEastAsia" w:hAnsiTheme="minorEastAsia" w:hint="eastAsia"/>
                <w:sz w:val="22"/>
                <w:szCs w:val="22"/>
              </w:rPr>
              <w:t>年　　月　　日</w:t>
            </w:r>
          </w:p>
        </w:tc>
      </w:tr>
      <w:tr w:rsidR="007F6063" w:rsidRPr="00EB77AF" w14:paraId="526F8761" w14:textId="77777777" w:rsidTr="00F91A95">
        <w:trPr>
          <w:trHeight w:val="683"/>
        </w:trPr>
        <w:tc>
          <w:tcPr>
            <w:tcW w:w="2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55764F" w14:textId="77777777" w:rsidR="007F6063" w:rsidRPr="00EB77AF" w:rsidRDefault="007F6063" w:rsidP="00AD3AFC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A8755D" w14:textId="77777777" w:rsidR="007F6063" w:rsidRPr="00EB77AF" w:rsidRDefault="007F6063" w:rsidP="00AD3AFC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V"/>
            <w:vAlign w:val="center"/>
          </w:tcPr>
          <w:p w14:paraId="0DAB4143" w14:textId="77777777" w:rsidR="007F6063" w:rsidRPr="00EB77AF" w:rsidRDefault="007F6063" w:rsidP="00AD3AFC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F35DF6" w14:textId="77777777" w:rsidR="007F6063" w:rsidRPr="00EB77AF" w:rsidRDefault="007F6063" w:rsidP="00AD3AFC">
            <w:pPr>
              <w:snapToGrid w:val="0"/>
              <w:spacing w:line="4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68902A" w14:textId="77777777" w:rsidR="007F6063" w:rsidRPr="00EB77AF" w:rsidRDefault="007F6063" w:rsidP="00AD3AFC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F6063" w:rsidRPr="00EB77AF" w14:paraId="15BD10DA" w14:textId="77777777" w:rsidTr="00F91A95">
        <w:trPr>
          <w:trHeight w:val="343"/>
        </w:trPr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A97247" w14:textId="77777777" w:rsidR="007F6063" w:rsidRPr="00EB77AF" w:rsidRDefault="007F6063" w:rsidP="00AD3AFC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</w:tcPr>
          <w:p w14:paraId="4E91BFB2" w14:textId="77777777" w:rsidR="007F6063" w:rsidRPr="00EB77AF" w:rsidRDefault="007F6063" w:rsidP="00AD3AFC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V"/>
            <w:vAlign w:val="center"/>
          </w:tcPr>
          <w:p w14:paraId="4873E874" w14:textId="77777777" w:rsidR="007F6063" w:rsidRPr="00EB77AF" w:rsidRDefault="007F6063" w:rsidP="00AD3AFC">
            <w:pPr>
              <w:spacing w:line="280" w:lineRule="exact"/>
              <w:ind w:left="113" w:right="113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98D59" w14:textId="77777777" w:rsidR="007F6063" w:rsidRDefault="007F6063" w:rsidP="00AD3AFC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00A055B2" w14:textId="77777777" w:rsidR="00DA6BD1" w:rsidRPr="00EB77AF" w:rsidRDefault="00DA6BD1" w:rsidP="00AD3AFC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043048" w14:textId="77777777" w:rsidR="007F6063" w:rsidRPr="00EB77AF" w:rsidRDefault="007F6063" w:rsidP="00AD3AFC">
            <w:pPr>
              <w:spacing w:line="280" w:lineRule="exact"/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77AF">
              <w:rPr>
                <w:rFonts w:asciiTheme="minorEastAsia" w:eastAsiaTheme="minorEastAsia" w:hAnsiTheme="minorEastAsia" w:hint="eastAsia"/>
                <w:sz w:val="22"/>
                <w:szCs w:val="22"/>
              </w:rPr>
              <w:t>年　　月　　日</w:t>
            </w:r>
          </w:p>
        </w:tc>
      </w:tr>
      <w:tr w:rsidR="007F6063" w:rsidRPr="00EB77AF" w14:paraId="03CA8EEF" w14:textId="77777777" w:rsidTr="00F91A95">
        <w:trPr>
          <w:trHeight w:val="345"/>
        </w:trPr>
        <w:tc>
          <w:tcPr>
            <w:tcW w:w="2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3C403F" w14:textId="77777777" w:rsidR="007F6063" w:rsidRPr="00EB77AF" w:rsidRDefault="007F6063" w:rsidP="00AD3AFC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795FD4" w14:textId="77777777" w:rsidR="007F6063" w:rsidRPr="00EB77AF" w:rsidRDefault="007F6063" w:rsidP="00AD3AFC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V"/>
            <w:vAlign w:val="center"/>
          </w:tcPr>
          <w:p w14:paraId="7E5E2D47" w14:textId="77777777" w:rsidR="007F6063" w:rsidRPr="00EB77AF" w:rsidRDefault="007F6063" w:rsidP="00AD3AFC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FBFC78" w14:textId="77777777" w:rsidR="007F6063" w:rsidRPr="00EB77AF" w:rsidRDefault="007F6063" w:rsidP="00AD3AFC">
            <w:pPr>
              <w:snapToGrid w:val="0"/>
              <w:spacing w:line="4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117537" w14:textId="77777777" w:rsidR="007F6063" w:rsidRPr="00EB77AF" w:rsidRDefault="007F6063" w:rsidP="00AD3AFC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F6063" w:rsidRPr="00EB77AF" w14:paraId="05A25AC9" w14:textId="77777777" w:rsidTr="00F91A95">
        <w:trPr>
          <w:trHeight w:val="161"/>
        </w:trPr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DA1309" w14:textId="77777777" w:rsidR="007F6063" w:rsidRPr="00EB77AF" w:rsidRDefault="007F6063" w:rsidP="00AD3AFC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</w:tcPr>
          <w:p w14:paraId="2518FA31" w14:textId="77777777" w:rsidR="007F6063" w:rsidRPr="00EB77AF" w:rsidRDefault="007F6063" w:rsidP="00AD3AFC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V"/>
            <w:vAlign w:val="center"/>
          </w:tcPr>
          <w:p w14:paraId="4A42ECF0" w14:textId="77777777" w:rsidR="007F6063" w:rsidRPr="00EB77AF" w:rsidRDefault="007F6063" w:rsidP="00AD3AFC">
            <w:pPr>
              <w:spacing w:line="280" w:lineRule="exact"/>
              <w:ind w:left="113" w:right="113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88371" w14:textId="77777777" w:rsidR="007F6063" w:rsidRDefault="007F6063" w:rsidP="00AD3AFC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042727C6" w14:textId="77777777" w:rsidR="00DA6BD1" w:rsidRPr="00EB77AF" w:rsidRDefault="00DA6BD1" w:rsidP="00AD3AFC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2D805D" w14:textId="77777777" w:rsidR="007F6063" w:rsidRPr="00EB77AF" w:rsidRDefault="007F6063" w:rsidP="00AD3AFC">
            <w:pPr>
              <w:spacing w:line="280" w:lineRule="exact"/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77AF">
              <w:rPr>
                <w:rFonts w:asciiTheme="minorEastAsia" w:eastAsiaTheme="minorEastAsia" w:hAnsiTheme="minorEastAsia" w:hint="eastAsia"/>
                <w:sz w:val="22"/>
                <w:szCs w:val="22"/>
              </w:rPr>
              <w:t>年　　月　　日</w:t>
            </w:r>
          </w:p>
        </w:tc>
      </w:tr>
      <w:tr w:rsidR="007F6063" w:rsidRPr="00EB77AF" w14:paraId="6E2E1C50" w14:textId="77777777" w:rsidTr="00F91A95">
        <w:trPr>
          <w:trHeight w:val="536"/>
        </w:trPr>
        <w:tc>
          <w:tcPr>
            <w:tcW w:w="2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1932E" w14:textId="77777777" w:rsidR="007F6063" w:rsidRPr="00EB77AF" w:rsidRDefault="007F6063" w:rsidP="00AD3AFC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F83476" w14:textId="77777777" w:rsidR="007F6063" w:rsidRPr="00EB77AF" w:rsidRDefault="007F6063" w:rsidP="00AD3AFC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V"/>
            <w:vAlign w:val="center"/>
          </w:tcPr>
          <w:p w14:paraId="5E016A28" w14:textId="77777777" w:rsidR="007F6063" w:rsidRPr="00EB77AF" w:rsidRDefault="007F6063" w:rsidP="00AD3AFC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5271D2" w14:textId="77777777" w:rsidR="007F6063" w:rsidRPr="00EB77AF" w:rsidRDefault="007F6063" w:rsidP="00AD3AFC">
            <w:pPr>
              <w:snapToGrid w:val="0"/>
              <w:spacing w:line="4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E577B5" w14:textId="77777777" w:rsidR="007F6063" w:rsidRPr="00EB77AF" w:rsidRDefault="007F6063" w:rsidP="00AD3AFC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F6063" w:rsidRPr="00EB77AF" w14:paraId="618BE7F8" w14:textId="77777777" w:rsidTr="00F91A95">
        <w:trPr>
          <w:trHeight w:val="254"/>
        </w:trPr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0126CA" w14:textId="77777777" w:rsidR="007F6063" w:rsidRPr="00EB77AF" w:rsidRDefault="007F6063" w:rsidP="00AD3AFC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</w:tcPr>
          <w:p w14:paraId="193A0BCC" w14:textId="77777777" w:rsidR="007F6063" w:rsidRPr="00EB77AF" w:rsidRDefault="007F6063" w:rsidP="00AD3AFC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V"/>
            <w:vAlign w:val="center"/>
          </w:tcPr>
          <w:p w14:paraId="62E340B0" w14:textId="77777777" w:rsidR="007F6063" w:rsidRPr="00EB77AF" w:rsidRDefault="007F6063" w:rsidP="00AD3AFC">
            <w:pPr>
              <w:spacing w:line="280" w:lineRule="exact"/>
              <w:ind w:left="113" w:right="113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3586E4" w14:textId="77777777" w:rsidR="007F6063" w:rsidRDefault="007F6063" w:rsidP="00AD3AFC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7784A254" w14:textId="77777777" w:rsidR="00DA6BD1" w:rsidRPr="00EB77AF" w:rsidRDefault="00DA6BD1" w:rsidP="00AD3AFC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5477FD" w14:textId="77777777" w:rsidR="007F6063" w:rsidRPr="00EB77AF" w:rsidRDefault="007F6063" w:rsidP="00AD3AFC">
            <w:pPr>
              <w:spacing w:line="280" w:lineRule="exact"/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B77AF">
              <w:rPr>
                <w:rFonts w:asciiTheme="minorEastAsia" w:eastAsiaTheme="minorEastAsia" w:hAnsiTheme="minorEastAsia" w:hint="eastAsia"/>
                <w:sz w:val="22"/>
                <w:szCs w:val="22"/>
              </w:rPr>
              <w:t>年　　月　　日</w:t>
            </w:r>
          </w:p>
        </w:tc>
      </w:tr>
      <w:tr w:rsidR="00613B24" w:rsidRPr="00F941A8" w14:paraId="2296BA31" w14:textId="77777777" w:rsidTr="00F91A95">
        <w:trPr>
          <w:trHeight w:val="278"/>
        </w:trPr>
        <w:tc>
          <w:tcPr>
            <w:tcW w:w="2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F04BC" w14:textId="77777777" w:rsidR="00613B24" w:rsidRPr="00F941A8" w:rsidRDefault="00613B24" w:rsidP="00AD3AFC">
            <w:pPr>
              <w:snapToGrid w:val="0"/>
              <w:spacing w:line="280" w:lineRule="exact"/>
              <w:rPr>
                <w:rFonts w:ascii="ＭＳ 明朝" w:hAnsi="ＭＳ 明朝"/>
              </w:rPr>
            </w:pPr>
          </w:p>
        </w:tc>
        <w:tc>
          <w:tcPr>
            <w:tcW w:w="3402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7592DD" w14:textId="77777777" w:rsidR="00613B24" w:rsidRPr="00F941A8" w:rsidRDefault="00613B24" w:rsidP="00AD3AFC">
            <w:pPr>
              <w:snapToGrid w:val="0"/>
              <w:spacing w:line="280" w:lineRule="exact"/>
              <w:rPr>
                <w:rFonts w:ascii="ＭＳ 明朝" w:hAnsi="ＭＳ 明朝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V"/>
            <w:vAlign w:val="center"/>
          </w:tcPr>
          <w:p w14:paraId="2A8FF7B6" w14:textId="77777777" w:rsidR="00613B24" w:rsidRPr="00F941A8" w:rsidRDefault="00613B24" w:rsidP="00AD3AFC">
            <w:pPr>
              <w:snapToGrid w:val="0"/>
              <w:spacing w:line="280" w:lineRule="exact"/>
              <w:rPr>
                <w:rFonts w:ascii="ＭＳ 明朝" w:hAnsi="ＭＳ 明朝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1EC945" w14:textId="77777777" w:rsidR="00613B24" w:rsidRPr="00F941A8" w:rsidRDefault="00613B24" w:rsidP="00AD3AFC">
            <w:pPr>
              <w:snapToGrid w:val="0"/>
              <w:spacing w:line="460" w:lineRule="exact"/>
              <w:rPr>
                <w:rFonts w:ascii="ＭＳ 明朝" w:hAnsi="ＭＳ 明朝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81C5932" w14:textId="77777777" w:rsidR="00613B24" w:rsidRPr="00F941A8" w:rsidRDefault="00613B24" w:rsidP="00AD3AFC">
            <w:pPr>
              <w:snapToGrid w:val="0"/>
              <w:spacing w:line="280" w:lineRule="exact"/>
              <w:rPr>
                <w:rFonts w:ascii="ＭＳ 明朝" w:hAnsi="ＭＳ 明朝"/>
              </w:rPr>
            </w:pPr>
          </w:p>
        </w:tc>
      </w:tr>
    </w:tbl>
    <w:p w14:paraId="0B71BA47" w14:textId="77777777" w:rsidR="00D70722" w:rsidRDefault="00D70722" w:rsidP="00D70722">
      <w:pPr>
        <w:suppressAutoHyphens w:val="0"/>
        <w:ind w:firstLineChars="100" w:firstLine="220"/>
        <w:jc w:val="left"/>
        <w:rPr>
          <w:rFonts w:asciiTheme="minorEastAsia" w:eastAsiaTheme="minorEastAsia" w:hAnsiTheme="minorEastAsia"/>
          <w:sz w:val="22"/>
          <w:szCs w:val="22"/>
        </w:rPr>
      </w:pPr>
      <w:r w:rsidRPr="00EB77AF">
        <w:rPr>
          <w:rFonts w:asciiTheme="minorEastAsia" w:eastAsiaTheme="minorEastAsia" w:hAnsiTheme="minorEastAsia" w:hint="eastAsia"/>
          <w:sz w:val="22"/>
          <w:szCs w:val="22"/>
        </w:rPr>
        <w:t>当法人の役員等が</w:t>
      </w:r>
      <w:r w:rsidRPr="00EB77AF">
        <w:rPr>
          <w:rFonts w:asciiTheme="minorEastAsia" w:eastAsiaTheme="minorEastAsia" w:hAnsiTheme="minorEastAsia"/>
          <w:sz w:val="22"/>
          <w:szCs w:val="22"/>
        </w:rPr>
        <w:t>西都市暴力団排除条例</w:t>
      </w:r>
      <w:r w:rsidRPr="00EB77AF">
        <w:rPr>
          <w:rFonts w:ascii="ＭＳ 明朝" w:hAnsi="ＭＳ 明朝" w:hint="eastAsia"/>
          <w:sz w:val="22"/>
          <w:szCs w:val="22"/>
        </w:rPr>
        <w:t>（平成23年</w:t>
      </w:r>
      <w:r w:rsidR="00C006B9">
        <w:rPr>
          <w:rFonts w:ascii="ＭＳ 明朝" w:hAnsi="ＭＳ 明朝" w:hint="eastAsia"/>
          <w:sz w:val="22"/>
          <w:szCs w:val="22"/>
        </w:rPr>
        <w:t>西都市</w:t>
      </w:r>
      <w:r w:rsidRPr="00EB77AF">
        <w:rPr>
          <w:rFonts w:ascii="ＭＳ 明朝" w:hAnsi="ＭＳ 明朝" w:hint="eastAsia"/>
          <w:sz w:val="22"/>
          <w:szCs w:val="22"/>
        </w:rPr>
        <w:t>条例第18号）</w:t>
      </w:r>
      <w:r w:rsidRPr="00EB77AF">
        <w:rPr>
          <w:rFonts w:asciiTheme="minorEastAsia" w:eastAsiaTheme="minorEastAsia" w:hAnsiTheme="minorEastAsia" w:hint="eastAsia"/>
          <w:sz w:val="22"/>
          <w:szCs w:val="22"/>
        </w:rPr>
        <w:t>に</w:t>
      </w:r>
      <w:r w:rsidRPr="00EB77AF">
        <w:rPr>
          <w:rFonts w:asciiTheme="minorEastAsia" w:eastAsiaTheme="minorEastAsia" w:hAnsiTheme="minorEastAsia"/>
          <w:sz w:val="22"/>
          <w:szCs w:val="22"/>
        </w:rPr>
        <w:t>規定</w:t>
      </w:r>
      <w:r w:rsidRPr="00EB77AF">
        <w:rPr>
          <w:rFonts w:asciiTheme="minorEastAsia" w:eastAsiaTheme="minorEastAsia" w:hAnsiTheme="minorEastAsia" w:hint="eastAsia"/>
          <w:sz w:val="22"/>
          <w:szCs w:val="22"/>
        </w:rPr>
        <w:t>する暴力団関係者でない</w:t>
      </w:r>
      <w:r w:rsidRPr="00EB77AF">
        <w:rPr>
          <w:rFonts w:asciiTheme="minorEastAsia" w:eastAsiaTheme="minorEastAsia" w:hAnsiTheme="minorEastAsia"/>
          <w:sz w:val="22"/>
          <w:szCs w:val="22"/>
        </w:rPr>
        <w:t>こと</w:t>
      </w:r>
      <w:r w:rsidRPr="00EB77AF">
        <w:rPr>
          <w:rFonts w:asciiTheme="minorEastAsia" w:eastAsiaTheme="minorEastAsia" w:hAnsiTheme="minorEastAsia" w:hint="eastAsia"/>
          <w:sz w:val="22"/>
          <w:szCs w:val="22"/>
        </w:rPr>
        <w:t>を誓約</w:t>
      </w:r>
      <w:r>
        <w:rPr>
          <w:rFonts w:asciiTheme="minorEastAsia" w:eastAsiaTheme="minorEastAsia" w:hAnsiTheme="minorEastAsia" w:hint="eastAsia"/>
          <w:sz w:val="22"/>
          <w:szCs w:val="22"/>
        </w:rPr>
        <w:t>します。</w:t>
      </w:r>
    </w:p>
    <w:p w14:paraId="2503EC6B" w14:textId="77777777" w:rsidR="00D70722" w:rsidRDefault="00D70722" w:rsidP="00D70722">
      <w:pPr>
        <w:suppressAutoHyphens w:val="0"/>
        <w:ind w:firstLineChars="100" w:firstLine="220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なお、西都市が</w:t>
      </w:r>
      <w:r w:rsidR="00B55793">
        <w:rPr>
          <w:rFonts w:asciiTheme="minorEastAsia" w:eastAsiaTheme="minorEastAsia" w:hAnsiTheme="minorEastAsia" w:hint="eastAsia"/>
          <w:sz w:val="22"/>
          <w:szCs w:val="22"/>
        </w:rPr>
        <w:t>暴力団を利することとならないようにするため、</w:t>
      </w:r>
      <w:r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EB77AF">
        <w:rPr>
          <w:rFonts w:asciiTheme="minorEastAsia" w:eastAsiaTheme="minorEastAsia" w:hAnsiTheme="minorEastAsia" w:hint="eastAsia"/>
          <w:sz w:val="22"/>
          <w:szCs w:val="22"/>
        </w:rPr>
        <w:t>役員等一覧表に記載する個人情報を</w:t>
      </w:r>
      <w:r>
        <w:rPr>
          <w:rFonts w:asciiTheme="minorEastAsia" w:eastAsiaTheme="minorEastAsia" w:hAnsiTheme="minorEastAsia" w:hint="eastAsia"/>
          <w:sz w:val="22"/>
          <w:szCs w:val="22"/>
        </w:rPr>
        <w:t>使用して、</w:t>
      </w:r>
      <w:r w:rsidRPr="00EB77AF">
        <w:rPr>
          <w:rFonts w:asciiTheme="minorEastAsia" w:eastAsiaTheme="minorEastAsia" w:hAnsiTheme="minorEastAsia" w:hint="eastAsia"/>
          <w:sz w:val="22"/>
          <w:szCs w:val="22"/>
        </w:rPr>
        <w:t>暴力団関係者に該当するか否かを所轄の警察署長</w:t>
      </w:r>
      <w:r>
        <w:rPr>
          <w:rFonts w:asciiTheme="minorEastAsia" w:eastAsiaTheme="minorEastAsia" w:hAnsiTheme="minorEastAsia" w:hint="eastAsia"/>
          <w:sz w:val="22"/>
          <w:szCs w:val="22"/>
        </w:rPr>
        <w:t>へ照会</w:t>
      </w:r>
      <w:r w:rsidRPr="00EB77AF">
        <w:rPr>
          <w:rFonts w:asciiTheme="minorEastAsia" w:eastAsiaTheme="minorEastAsia" w:hAnsiTheme="minorEastAsia" w:hint="eastAsia"/>
          <w:sz w:val="22"/>
          <w:szCs w:val="22"/>
        </w:rPr>
        <w:t>することに同意します。</w:t>
      </w:r>
    </w:p>
    <w:p w14:paraId="2291884F" w14:textId="77777777" w:rsidR="00B55793" w:rsidRDefault="00B55793" w:rsidP="00D70722">
      <w:pPr>
        <w:suppressAutoHyphens w:val="0"/>
        <w:ind w:firstLineChars="100" w:firstLine="220"/>
        <w:jc w:val="left"/>
        <w:rPr>
          <w:rFonts w:asciiTheme="minorEastAsia" w:eastAsiaTheme="minorEastAsia" w:hAnsiTheme="minorEastAsia"/>
          <w:sz w:val="22"/>
          <w:szCs w:val="22"/>
        </w:rPr>
      </w:pPr>
    </w:p>
    <w:p w14:paraId="44270475" w14:textId="77777777" w:rsidR="00D70722" w:rsidRPr="00EB77AF" w:rsidRDefault="00D70722" w:rsidP="00D70722">
      <w:pPr>
        <w:ind w:left="210" w:right="660" w:hanging="210"/>
        <w:jc w:val="right"/>
        <w:rPr>
          <w:rFonts w:asciiTheme="minorEastAsia" w:eastAsiaTheme="minorEastAsia" w:hAnsiTheme="minorEastAsia"/>
          <w:sz w:val="22"/>
          <w:szCs w:val="22"/>
        </w:rPr>
      </w:pPr>
      <w:r w:rsidRPr="00EB77AF">
        <w:rPr>
          <w:rFonts w:asciiTheme="minorEastAsia" w:eastAsiaTheme="minorEastAsia" w:hAnsiTheme="minorEastAsia" w:hint="eastAsia"/>
          <w:sz w:val="22"/>
          <w:szCs w:val="22"/>
        </w:rPr>
        <w:t>年　　月　　日</w:t>
      </w:r>
    </w:p>
    <w:p w14:paraId="27E2DA77" w14:textId="77777777" w:rsidR="00D70722" w:rsidRPr="00EB77AF" w:rsidRDefault="00D70722" w:rsidP="00D70722">
      <w:pPr>
        <w:suppressAutoHyphens w:val="0"/>
        <w:ind w:firstLineChars="100" w:firstLine="220"/>
        <w:jc w:val="left"/>
        <w:rPr>
          <w:rFonts w:asciiTheme="minorEastAsia" w:eastAsiaTheme="minorEastAsia" w:hAnsiTheme="minorEastAsia" w:cs="Times New Roman"/>
          <w:kern w:val="2"/>
          <w:sz w:val="22"/>
          <w:szCs w:val="22"/>
          <w:lang w:bidi="ar-SA"/>
        </w:rPr>
      </w:pPr>
    </w:p>
    <w:p w14:paraId="44E3D887" w14:textId="77777777" w:rsidR="00D70722" w:rsidRPr="00EB77AF" w:rsidRDefault="00D70722" w:rsidP="00D70722">
      <w:pPr>
        <w:suppressAutoHyphens w:val="0"/>
        <w:jc w:val="left"/>
        <w:rPr>
          <w:rFonts w:asciiTheme="minorEastAsia" w:eastAsiaTheme="minorEastAsia" w:hAnsiTheme="minorEastAsia" w:cs="Times New Roman"/>
          <w:kern w:val="2"/>
          <w:sz w:val="22"/>
          <w:szCs w:val="22"/>
          <w:lang w:bidi="ar-SA"/>
        </w:rPr>
      </w:pPr>
      <w:r w:rsidRPr="00EB77AF">
        <w:rPr>
          <w:rFonts w:asciiTheme="minorEastAsia" w:eastAsiaTheme="minorEastAsia" w:hAnsiTheme="minorEastAsia" w:cs="Times New Roman" w:hint="eastAsia"/>
          <w:kern w:val="2"/>
          <w:sz w:val="22"/>
          <w:szCs w:val="22"/>
          <w:lang w:bidi="ar-SA"/>
        </w:rPr>
        <w:t xml:space="preserve">　　　　　　　　　　　　　　　　　　　</w:t>
      </w:r>
      <w:r w:rsidR="009D62A4">
        <w:rPr>
          <w:rFonts w:asciiTheme="minorEastAsia" w:eastAsiaTheme="minorEastAsia" w:hAnsiTheme="minorEastAsia" w:cs="Times New Roman" w:hint="eastAsia"/>
          <w:kern w:val="2"/>
          <w:sz w:val="22"/>
          <w:szCs w:val="22"/>
          <w:lang w:bidi="ar-SA"/>
        </w:rPr>
        <w:t>所在地</w:t>
      </w:r>
    </w:p>
    <w:p w14:paraId="73F68FF4" w14:textId="77777777" w:rsidR="00D70722" w:rsidRPr="00EB77AF" w:rsidRDefault="00D70722" w:rsidP="00D70722">
      <w:pPr>
        <w:suppressAutoHyphens w:val="0"/>
        <w:jc w:val="left"/>
        <w:rPr>
          <w:rFonts w:asciiTheme="minorEastAsia" w:eastAsiaTheme="minorEastAsia" w:hAnsiTheme="minorEastAsia" w:cs="Times New Roman"/>
          <w:kern w:val="2"/>
          <w:sz w:val="22"/>
          <w:szCs w:val="22"/>
          <w:lang w:bidi="ar-SA"/>
        </w:rPr>
      </w:pPr>
      <w:r w:rsidRPr="00EB77AF">
        <w:rPr>
          <w:rFonts w:asciiTheme="minorEastAsia" w:eastAsiaTheme="minorEastAsia" w:hAnsiTheme="minorEastAsia" w:cs="Times New Roman" w:hint="eastAsia"/>
          <w:kern w:val="2"/>
          <w:sz w:val="22"/>
          <w:szCs w:val="22"/>
          <w:lang w:bidi="ar-SA"/>
        </w:rPr>
        <w:t xml:space="preserve">　　　　　　　　　　　　　　　　　　　商号又は名称</w:t>
      </w:r>
    </w:p>
    <w:p w14:paraId="54FD6678" w14:textId="77777777" w:rsidR="00D70722" w:rsidRPr="00EB77AF" w:rsidRDefault="00D70722" w:rsidP="00D70722">
      <w:pPr>
        <w:suppressAutoHyphens w:val="0"/>
        <w:jc w:val="left"/>
        <w:rPr>
          <w:rFonts w:asciiTheme="minorEastAsia" w:eastAsiaTheme="minorEastAsia" w:hAnsiTheme="minorEastAsia" w:cs="Times New Roman"/>
          <w:kern w:val="2"/>
          <w:sz w:val="22"/>
          <w:szCs w:val="22"/>
          <w:lang w:bidi="ar-SA"/>
        </w:rPr>
      </w:pPr>
      <w:r w:rsidRPr="00EB77AF">
        <w:rPr>
          <w:rFonts w:asciiTheme="minorEastAsia" w:eastAsiaTheme="minorEastAsia" w:hAnsiTheme="minorEastAsia" w:cs="Times New Roman" w:hint="eastAsia"/>
          <w:kern w:val="2"/>
          <w:sz w:val="22"/>
          <w:szCs w:val="22"/>
          <w:lang w:bidi="ar-SA"/>
        </w:rPr>
        <w:t xml:space="preserve">　　　　　　　　　　　　　　　　　　　代表者職氏名　　　　　　　　　　　　印</w:t>
      </w:r>
    </w:p>
    <w:p w14:paraId="1850F9EA" w14:textId="77777777" w:rsidR="00D70722" w:rsidRDefault="00D70722" w:rsidP="00D70722">
      <w:pPr>
        <w:suppressAutoHyphens w:val="0"/>
        <w:jc w:val="left"/>
        <w:rPr>
          <w:rFonts w:asciiTheme="minorEastAsia" w:eastAsiaTheme="minorEastAsia" w:hAnsiTheme="minorEastAsia" w:cs="Times New Roman"/>
          <w:kern w:val="2"/>
          <w:sz w:val="22"/>
          <w:szCs w:val="22"/>
          <w:lang w:bidi="ar-SA"/>
        </w:rPr>
      </w:pPr>
    </w:p>
    <w:p w14:paraId="75904432" w14:textId="77777777" w:rsidR="006261F6" w:rsidRPr="006201D1" w:rsidRDefault="007F6063" w:rsidP="0098205B">
      <w:pPr>
        <w:ind w:left="440" w:hangingChars="200" w:hanging="440"/>
        <w:rPr>
          <w:sz w:val="22"/>
          <w:szCs w:val="22"/>
        </w:rPr>
      </w:pPr>
      <w:r w:rsidRPr="006201D1">
        <w:rPr>
          <w:rFonts w:ascii="ＭＳ 明朝" w:hAnsi="ＭＳ 明朝" w:hint="eastAsia"/>
          <w:sz w:val="22"/>
          <w:szCs w:val="22"/>
        </w:rPr>
        <w:t>注）この書面に記載された個人情報は、</w:t>
      </w:r>
      <w:r w:rsidR="00D34988" w:rsidRPr="00604499">
        <w:rPr>
          <w:rFonts w:asciiTheme="minorEastAsia" w:eastAsiaTheme="minorEastAsia" w:hAnsiTheme="minorEastAsia" w:hint="eastAsia"/>
          <w:sz w:val="22"/>
          <w:szCs w:val="22"/>
        </w:rPr>
        <w:t>個人情報の保護に関する法律（平成15年法律第57号</w:t>
      </w:r>
      <w:r w:rsidR="00D34988">
        <w:rPr>
          <w:rFonts w:asciiTheme="minorEastAsia" w:eastAsiaTheme="minorEastAsia" w:hAnsiTheme="minorEastAsia" w:hint="eastAsia"/>
          <w:sz w:val="22"/>
          <w:szCs w:val="22"/>
        </w:rPr>
        <w:t>）</w:t>
      </w:r>
      <w:r w:rsidRPr="006201D1">
        <w:rPr>
          <w:rFonts w:ascii="ＭＳ 明朝" w:hAnsi="ＭＳ 明朝" w:hint="eastAsia"/>
          <w:sz w:val="22"/>
          <w:szCs w:val="22"/>
        </w:rPr>
        <w:t>に基づき取り扱うものとし、西都市が講じる暴力団排除措置以外の目的には使用しません。</w:t>
      </w:r>
    </w:p>
    <w:sectPr w:rsidR="006261F6" w:rsidRPr="006201D1" w:rsidSect="00F91A95">
      <w:pgSz w:w="11906" w:h="16838" w:code="9"/>
      <w:pgMar w:top="1134" w:right="851" w:bottom="1134" w:left="1418" w:header="720" w:footer="720" w:gutter="0"/>
      <w:cols w:space="720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4192D0" w14:textId="77777777" w:rsidR="0050279F" w:rsidRDefault="0050279F">
      <w:r>
        <w:separator/>
      </w:r>
    </w:p>
  </w:endnote>
  <w:endnote w:type="continuationSeparator" w:id="0">
    <w:p w14:paraId="2554A8A8" w14:textId="77777777" w:rsidR="0050279F" w:rsidRDefault="00502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5B61AD" w14:textId="77777777" w:rsidR="0050279F" w:rsidRDefault="0050279F">
      <w:r>
        <w:separator/>
      </w:r>
    </w:p>
  </w:footnote>
  <w:footnote w:type="continuationSeparator" w:id="0">
    <w:p w14:paraId="51D2D897" w14:textId="77777777" w:rsidR="0050279F" w:rsidRDefault="005027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6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063"/>
    <w:rsid w:val="00046B4D"/>
    <w:rsid w:val="00091A54"/>
    <w:rsid w:val="000F1313"/>
    <w:rsid w:val="001C6174"/>
    <w:rsid w:val="001D48C1"/>
    <w:rsid w:val="00213CF2"/>
    <w:rsid w:val="0025098C"/>
    <w:rsid w:val="002B06F3"/>
    <w:rsid w:val="003370E9"/>
    <w:rsid w:val="00345EF4"/>
    <w:rsid w:val="003519A1"/>
    <w:rsid w:val="00377EBE"/>
    <w:rsid w:val="003F61CD"/>
    <w:rsid w:val="003F6E76"/>
    <w:rsid w:val="0050279F"/>
    <w:rsid w:val="0055274C"/>
    <w:rsid w:val="0057530D"/>
    <w:rsid w:val="00613B24"/>
    <w:rsid w:val="006201D1"/>
    <w:rsid w:val="006261F6"/>
    <w:rsid w:val="006478E7"/>
    <w:rsid w:val="006C1735"/>
    <w:rsid w:val="006C5260"/>
    <w:rsid w:val="007A16B4"/>
    <w:rsid w:val="007A4A5F"/>
    <w:rsid w:val="007A6DF4"/>
    <w:rsid w:val="007C2B46"/>
    <w:rsid w:val="007F6063"/>
    <w:rsid w:val="008F23A2"/>
    <w:rsid w:val="0098205B"/>
    <w:rsid w:val="009D62A4"/>
    <w:rsid w:val="00A00D13"/>
    <w:rsid w:val="00A04BB1"/>
    <w:rsid w:val="00B5020F"/>
    <w:rsid w:val="00B55793"/>
    <w:rsid w:val="00C006B9"/>
    <w:rsid w:val="00C35BE4"/>
    <w:rsid w:val="00C84112"/>
    <w:rsid w:val="00CB01D8"/>
    <w:rsid w:val="00D34988"/>
    <w:rsid w:val="00D45F40"/>
    <w:rsid w:val="00D70722"/>
    <w:rsid w:val="00D95109"/>
    <w:rsid w:val="00DA6BD1"/>
    <w:rsid w:val="00DD7D1D"/>
    <w:rsid w:val="00EB77AF"/>
    <w:rsid w:val="00F40A44"/>
    <w:rsid w:val="00F91A95"/>
    <w:rsid w:val="00FA20DE"/>
    <w:rsid w:val="00FB257E"/>
    <w:rsid w:val="00FD3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59A4D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F6063"/>
    <w:pPr>
      <w:widowControl w:val="0"/>
      <w:suppressAutoHyphens/>
      <w:jc w:val="both"/>
    </w:pPr>
    <w:rPr>
      <w:rFonts w:cs="Century"/>
      <w:kern w:val="1"/>
      <w:sz w:val="21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753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57530D"/>
    <w:rPr>
      <w:kern w:val="2"/>
      <w:sz w:val="21"/>
      <w:szCs w:val="24"/>
    </w:rPr>
  </w:style>
  <w:style w:type="paragraph" w:styleId="a5">
    <w:name w:val="footer"/>
    <w:basedOn w:val="a"/>
    <w:link w:val="a6"/>
    <w:rsid w:val="005753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7530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Office%20Word%202003%20Look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Office Word 2003 Look.dotx</Template>
  <TotalTime>0</TotalTime>
  <Pages>1</Pages>
  <Words>297</Words>
  <Characters>238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2021-02-22T00:30:00Z</dcterms:created>
  <dcterms:modified xsi:type="dcterms:W3CDTF">2025-12-01T02:09:00Z</dcterms:modified>
</cp:coreProperties>
</file>