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1503E" w14:textId="0D6486DA" w:rsidR="003E63DF" w:rsidRPr="00AF189A" w:rsidRDefault="003E63DF" w:rsidP="003E63DF">
      <w:pPr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>（様式</w:t>
      </w:r>
      <w:r w:rsidR="005F725A">
        <w:rPr>
          <w:rFonts w:hint="eastAsia"/>
          <w:sz w:val="22"/>
          <w:szCs w:val="22"/>
        </w:rPr>
        <w:t>第</w:t>
      </w:r>
      <w:r w:rsidR="009A1C44" w:rsidRPr="00AF189A">
        <w:rPr>
          <w:rFonts w:hint="eastAsia"/>
          <w:sz w:val="22"/>
          <w:szCs w:val="22"/>
        </w:rPr>
        <w:t>２</w:t>
      </w:r>
      <w:r w:rsidR="005F725A">
        <w:rPr>
          <w:rFonts w:hint="eastAsia"/>
          <w:sz w:val="22"/>
          <w:szCs w:val="22"/>
        </w:rPr>
        <w:t>号</w:t>
      </w:r>
      <w:r w:rsidRPr="00AF189A">
        <w:rPr>
          <w:rFonts w:hint="eastAsia"/>
          <w:sz w:val="22"/>
          <w:szCs w:val="22"/>
        </w:rPr>
        <w:t>）</w:t>
      </w:r>
    </w:p>
    <w:p w14:paraId="1E003796" w14:textId="77777777" w:rsidR="003E63DF" w:rsidRPr="00AF189A" w:rsidRDefault="003E63DF" w:rsidP="003E63DF">
      <w:pPr>
        <w:jc w:val="right"/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 xml:space="preserve">　　年　　月　　日</w:t>
      </w:r>
    </w:p>
    <w:p w14:paraId="09613FE6" w14:textId="77777777" w:rsidR="003E63DF" w:rsidRPr="00AF189A" w:rsidRDefault="003E63DF" w:rsidP="003E63DF">
      <w:pPr>
        <w:rPr>
          <w:sz w:val="22"/>
          <w:szCs w:val="22"/>
        </w:rPr>
      </w:pPr>
    </w:p>
    <w:p w14:paraId="72DD1C30" w14:textId="77777777" w:rsidR="003E63DF" w:rsidRDefault="003E63DF" w:rsidP="00B170C1">
      <w:pPr>
        <w:ind w:firstLineChars="100" w:firstLine="220"/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>西都市長　様</w:t>
      </w:r>
    </w:p>
    <w:p w14:paraId="278F6223" w14:textId="77777777" w:rsidR="00451C43" w:rsidRPr="00AF189A" w:rsidRDefault="00451C43" w:rsidP="00451C43">
      <w:pPr>
        <w:rPr>
          <w:sz w:val="22"/>
          <w:szCs w:val="22"/>
        </w:rPr>
      </w:pPr>
    </w:p>
    <w:p w14:paraId="42B4A691" w14:textId="77777777" w:rsidR="003E63DF" w:rsidRPr="00AF189A" w:rsidRDefault="003E63DF" w:rsidP="00AF189A">
      <w:pPr>
        <w:ind w:firstLineChars="2300" w:firstLine="5060"/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>所在地</w:t>
      </w:r>
    </w:p>
    <w:p w14:paraId="2766D7F4" w14:textId="77777777" w:rsidR="003E63DF" w:rsidRPr="00AF189A" w:rsidRDefault="003E63DF" w:rsidP="00AF189A">
      <w:pPr>
        <w:ind w:firstLineChars="2300" w:firstLine="5060"/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>商号又は名称</w:t>
      </w:r>
    </w:p>
    <w:p w14:paraId="2F7765DC" w14:textId="77777777" w:rsidR="003E63DF" w:rsidRPr="00AF189A" w:rsidRDefault="003E63DF" w:rsidP="00AF189A">
      <w:pPr>
        <w:ind w:firstLineChars="2300" w:firstLine="5060"/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 xml:space="preserve">代表者職氏名　</w:t>
      </w:r>
      <w:r w:rsidR="00AF189A">
        <w:rPr>
          <w:rFonts w:hint="eastAsia"/>
          <w:sz w:val="22"/>
          <w:szCs w:val="22"/>
        </w:rPr>
        <w:t xml:space="preserve">　　</w:t>
      </w:r>
      <w:r w:rsidRPr="00AF189A">
        <w:rPr>
          <w:rFonts w:hint="eastAsia"/>
          <w:sz w:val="22"/>
          <w:szCs w:val="22"/>
        </w:rPr>
        <w:t xml:space="preserve">　　　　　印</w:t>
      </w:r>
    </w:p>
    <w:p w14:paraId="128B87EF" w14:textId="77777777" w:rsidR="003E63DF" w:rsidRPr="00AF189A" w:rsidRDefault="003E63DF" w:rsidP="003E63DF">
      <w:pPr>
        <w:rPr>
          <w:sz w:val="22"/>
          <w:szCs w:val="22"/>
        </w:rPr>
      </w:pPr>
    </w:p>
    <w:p w14:paraId="0DEA9B97" w14:textId="77777777" w:rsidR="003E63DF" w:rsidRPr="00AF189A" w:rsidRDefault="003E63DF" w:rsidP="003E63DF">
      <w:pPr>
        <w:jc w:val="center"/>
        <w:rPr>
          <w:sz w:val="22"/>
          <w:szCs w:val="22"/>
        </w:rPr>
      </w:pPr>
      <w:r w:rsidRPr="00AF189A">
        <w:rPr>
          <w:rFonts w:hint="eastAsia"/>
          <w:sz w:val="22"/>
          <w:szCs w:val="22"/>
        </w:rPr>
        <w:t>参加</w:t>
      </w:r>
      <w:r w:rsidR="00AF189A" w:rsidRPr="00AF189A">
        <w:rPr>
          <w:rFonts w:hint="eastAsia"/>
          <w:sz w:val="22"/>
          <w:szCs w:val="22"/>
        </w:rPr>
        <w:t>表明</w:t>
      </w:r>
      <w:r w:rsidRPr="00AF189A">
        <w:rPr>
          <w:rFonts w:hint="eastAsia"/>
          <w:sz w:val="22"/>
          <w:szCs w:val="22"/>
        </w:rPr>
        <w:t>書</w:t>
      </w:r>
    </w:p>
    <w:p w14:paraId="7C5FB96F" w14:textId="77777777" w:rsidR="003E63DF" w:rsidRPr="00AF189A" w:rsidRDefault="003E63DF" w:rsidP="003E63DF">
      <w:pPr>
        <w:rPr>
          <w:sz w:val="22"/>
          <w:szCs w:val="22"/>
        </w:rPr>
      </w:pPr>
    </w:p>
    <w:p w14:paraId="28CF8AD2" w14:textId="28AB49B4" w:rsidR="001D52A9" w:rsidRPr="001D52A9" w:rsidRDefault="00C608B1" w:rsidP="00A60C5A">
      <w:pPr>
        <w:ind w:left="210" w:hangingChars="100" w:hanging="210"/>
        <w:rPr>
          <w:sz w:val="22"/>
          <w:szCs w:val="24"/>
        </w:rPr>
      </w:pPr>
      <w:r>
        <w:rPr>
          <w:rFonts w:hint="eastAsia"/>
          <w:szCs w:val="22"/>
        </w:rPr>
        <w:t xml:space="preserve">　　</w:t>
      </w:r>
      <w:r w:rsidR="001D52A9" w:rsidRPr="001D52A9">
        <w:rPr>
          <w:rFonts w:hint="eastAsia"/>
          <w:sz w:val="22"/>
          <w:szCs w:val="24"/>
        </w:rPr>
        <w:t>西都市立小中学校</w:t>
      </w:r>
      <w:r w:rsidR="001D52A9" w:rsidRPr="001D52A9">
        <w:rPr>
          <w:sz w:val="22"/>
          <w:szCs w:val="24"/>
        </w:rPr>
        <w:t>ICT支援員派遣業務委託公募型プロポーザルへの参加を表明します</w:t>
      </w:r>
      <w:r w:rsidR="001D52A9">
        <w:rPr>
          <w:rFonts w:hint="eastAsia"/>
          <w:sz w:val="22"/>
          <w:szCs w:val="24"/>
        </w:rPr>
        <w:t>。</w:t>
      </w:r>
    </w:p>
    <w:p w14:paraId="3110916F" w14:textId="18199756" w:rsidR="003E63DF" w:rsidRPr="00A60C5A" w:rsidRDefault="00C608B1" w:rsidP="001D52A9">
      <w:pPr>
        <w:ind w:leftChars="100" w:left="210" w:firstLineChars="100" w:firstLine="220"/>
        <w:rPr>
          <w:sz w:val="22"/>
          <w:szCs w:val="22"/>
        </w:rPr>
      </w:pPr>
      <w:r w:rsidRPr="00A60C5A">
        <w:rPr>
          <w:rFonts w:hint="eastAsia"/>
          <w:sz w:val="22"/>
          <w:szCs w:val="22"/>
        </w:rPr>
        <w:t>なお、</w:t>
      </w:r>
      <w:r w:rsidR="00A60C5A" w:rsidRPr="00A60C5A">
        <w:rPr>
          <w:rFonts w:hint="eastAsia"/>
          <w:sz w:val="22"/>
          <w:szCs w:val="22"/>
        </w:rPr>
        <w:t>この参加表明書及び</w:t>
      </w:r>
      <w:r w:rsidRPr="00A60C5A">
        <w:rPr>
          <w:rFonts w:hint="eastAsia"/>
          <w:sz w:val="22"/>
          <w:szCs w:val="22"/>
        </w:rPr>
        <w:t>下記の提出書類の</w:t>
      </w:r>
      <w:r w:rsidR="00A60C5A" w:rsidRPr="00A60C5A">
        <w:rPr>
          <w:rFonts w:hint="eastAsia"/>
          <w:sz w:val="22"/>
          <w:szCs w:val="22"/>
        </w:rPr>
        <w:t>内容については、</w:t>
      </w:r>
      <w:r w:rsidRPr="00A60C5A">
        <w:rPr>
          <w:rFonts w:hint="eastAsia"/>
          <w:sz w:val="22"/>
          <w:szCs w:val="22"/>
        </w:rPr>
        <w:t>事実と相違</w:t>
      </w:r>
      <w:r w:rsidR="00954BBF">
        <w:rPr>
          <w:rFonts w:hint="eastAsia"/>
          <w:sz w:val="22"/>
          <w:szCs w:val="22"/>
        </w:rPr>
        <w:t>ないことを誓約します</w:t>
      </w:r>
      <w:r w:rsidR="00A60C5A">
        <w:rPr>
          <w:rFonts w:hint="eastAsia"/>
          <w:sz w:val="22"/>
          <w:szCs w:val="22"/>
        </w:rPr>
        <w:t>。</w:t>
      </w:r>
    </w:p>
    <w:p w14:paraId="63A82005" w14:textId="77777777" w:rsidR="00AF189A" w:rsidRDefault="00C608B1" w:rsidP="00C608B1">
      <w:pPr>
        <w:tabs>
          <w:tab w:val="left" w:pos="4725"/>
        </w:tabs>
        <w:ind w:rightChars="400" w:right="840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14:paraId="43E151B5" w14:textId="77777777" w:rsidR="006D62C6" w:rsidRPr="00AF189A" w:rsidRDefault="006D62C6" w:rsidP="00C608B1">
      <w:pPr>
        <w:tabs>
          <w:tab w:val="left" w:pos="4725"/>
        </w:tabs>
        <w:ind w:rightChars="400" w:right="840"/>
        <w:jc w:val="center"/>
        <w:rPr>
          <w:sz w:val="22"/>
          <w:szCs w:val="22"/>
        </w:rPr>
      </w:pPr>
    </w:p>
    <w:p w14:paraId="26C72CF9" w14:textId="452C910C" w:rsidR="00954BBF" w:rsidRPr="001D52A9" w:rsidRDefault="00C608B1" w:rsidP="001D52A9">
      <w:pPr>
        <w:tabs>
          <w:tab w:val="left" w:pos="4725"/>
        </w:tabs>
        <w:ind w:rightChars="400" w:right="840"/>
        <w:rPr>
          <w:sz w:val="22"/>
          <w:szCs w:val="22"/>
        </w:rPr>
      </w:pPr>
      <w:r>
        <w:rPr>
          <w:rFonts w:hint="eastAsia"/>
          <w:sz w:val="22"/>
          <w:szCs w:val="22"/>
        </w:rPr>
        <w:t>＜提出書類＞</w:t>
      </w:r>
    </w:p>
    <w:p w14:paraId="42150660" w14:textId="58CB6573" w:rsidR="00C608B1" w:rsidRPr="002B1059" w:rsidRDefault="00C608B1" w:rsidP="00F420E0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□</w:t>
      </w:r>
      <w:r w:rsidRPr="002B1059">
        <w:rPr>
          <w:rFonts w:hint="eastAsia"/>
          <w:sz w:val="22"/>
        </w:rPr>
        <w:t xml:space="preserve">　</w:t>
      </w:r>
      <w:r w:rsidR="00F420E0">
        <w:rPr>
          <w:rFonts w:hint="eastAsia"/>
          <w:sz w:val="22"/>
        </w:rPr>
        <w:t>会社</w:t>
      </w:r>
      <w:r w:rsidRPr="002B1059">
        <w:rPr>
          <w:sz w:val="22"/>
        </w:rPr>
        <w:t>概要</w:t>
      </w:r>
      <w:r>
        <w:rPr>
          <w:rFonts w:hint="eastAsia"/>
          <w:sz w:val="22"/>
        </w:rPr>
        <w:t>書</w:t>
      </w:r>
      <w:r w:rsidRPr="002B1059">
        <w:rPr>
          <w:sz w:val="22"/>
        </w:rPr>
        <w:t>（様式</w:t>
      </w:r>
      <w:r w:rsidR="00A239B9">
        <w:rPr>
          <w:rFonts w:hint="eastAsia"/>
          <w:sz w:val="22"/>
        </w:rPr>
        <w:t>第３号</w:t>
      </w:r>
      <w:r w:rsidRPr="002B1059">
        <w:rPr>
          <w:sz w:val="22"/>
        </w:rPr>
        <w:t>）</w:t>
      </w:r>
    </w:p>
    <w:p w14:paraId="3BA27A60" w14:textId="69C6E95F" w:rsidR="00C608B1" w:rsidRDefault="00C608B1" w:rsidP="00C608B1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□</w:t>
      </w:r>
      <w:r w:rsidRPr="002B1059">
        <w:rPr>
          <w:rFonts w:hint="eastAsia"/>
          <w:sz w:val="22"/>
        </w:rPr>
        <w:t xml:space="preserve">　</w:t>
      </w:r>
      <w:r w:rsidRPr="002B1059">
        <w:rPr>
          <w:sz w:val="22"/>
        </w:rPr>
        <w:t>役員等</w:t>
      </w:r>
      <w:r w:rsidRPr="002B1059">
        <w:rPr>
          <w:rFonts w:hint="eastAsia"/>
          <w:sz w:val="22"/>
        </w:rPr>
        <w:t>一覧表</w:t>
      </w:r>
      <w:r w:rsidRPr="002B1059">
        <w:rPr>
          <w:sz w:val="22"/>
        </w:rPr>
        <w:t>（</w:t>
      </w:r>
      <w:r w:rsidRPr="002B1059">
        <w:rPr>
          <w:rFonts w:hint="eastAsia"/>
          <w:sz w:val="22"/>
        </w:rPr>
        <w:t>様式</w:t>
      </w:r>
      <w:r w:rsidR="00A239B9">
        <w:rPr>
          <w:rFonts w:hint="eastAsia"/>
          <w:sz w:val="22"/>
        </w:rPr>
        <w:t>第４号</w:t>
      </w:r>
      <w:r w:rsidRPr="002B1059">
        <w:rPr>
          <w:sz w:val="22"/>
        </w:rPr>
        <w:t>）</w:t>
      </w:r>
    </w:p>
    <w:p w14:paraId="633D851F" w14:textId="77777777" w:rsidR="00630684" w:rsidRDefault="00630684" w:rsidP="00630684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□</w:t>
      </w:r>
      <w:r w:rsidRPr="002B1059">
        <w:rPr>
          <w:rFonts w:hint="eastAsia"/>
          <w:sz w:val="22"/>
        </w:rPr>
        <w:t xml:space="preserve">　財務諸表</w:t>
      </w:r>
    </w:p>
    <w:p w14:paraId="4A28E4B5" w14:textId="0D8320BB" w:rsidR="00C608B1" w:rsidRPr="002B1059" w:rsidRDefault="00C608B1" w:rsidP="00C608B1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□</w:t>
      </w:r>
      <w:r w:rsidRPr="002B1059">
        <w:rPr>
          <w:rFonts w:hint="eastAsia"/>
          <w:sz w:val="22"/>
        </w:rPr>
        <w:t xml:space="preserve">　</w:t>
      </w:r>
      <w:r w:rsidRPr="002B1059">
        <w:rPr>
          <w:sz w:val="22"/>
        </w:rPr>
        <w:t>業務実績</w:t>
      </w:r>
      <w:r>
        <w:rPr>
          <w:rFonts w:hint="eastAsia"/>
          <w:sz w:val="22"/>
        </w:rPr>
        <w:t>書</w:t>
      </w:r>
      <w:r w:rsidRPr="002B1059">
        <w:rPr>
          <w:sz w:val="22"/>
        </w:rPr>
        <w:t>（様式</w:t>
      </w:r>
      <w:r w:rsidR="00A239B9">
        <w:rPr>
          <w:rFonts w:hint="eastAsia"/>
          <w:sz w:val="22"/>
        </w:rPr>
        <w:t>第５号</w:t>
      </w:r>
      <w:r w:rsidRPr="002B1059">
        <w:rPr>
          <w:sz w:val="22"/>
        </w:rPr>
        <w:t>）</w:t>
      </w:r>
    </w:p>
    <w:p w14:paraId="1DDAC38E" w14:textId="77777777" w:rsidR="00C608B1" w:rsidRPr="002B1059" w:rsidRDefault="00C608B1" w:rsidP="00C608B1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□　</w:t>
      </w:r>
      <w:r w:rsidRPr="002B1059">
        <w:rPr>
          <w:sz w:val="22"/>
        </w:rPr>
        <w:t>登記事項証明書（履歴事項全部証明書）</w:t>
      </w:r>
    </w:p>
    <w:p w14:paraId="6C8CE338" w14:textId="77777777" w:rsidR="00C608B1" w:rsidRPr="002B1059" w:rsidRDefault="00C608B1" w:rsidP="00C608B1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□</w:t>
      </w:r>
      <w:r w:rsidRPr="002B1059">
        <w:rPr>
          <w:rFonts w:hint="eastAsia"/>
          <w:sz w:val="22"/>
        </w:rPr>
        <w:t xml:space="preserve">　西都市税完納証明書</w:t>
      </w:r>
    </w:p>
    <w:p w14:paraId="73F5C3DE" w14:textId="77777777" w:rsidR="00C608B1" w:rsidRPr="002B1059" w:rsidRDefault="00C608B1" w:rsidP="00C608B1">
      <w:pPr>
        <w:ind w:leftChars="100" w:left="650" w:hangingChars="200" w:hanging="440"/>
        <w:rPr>
          <w:sz w:val="22"/>
        </w:rPr>
      </w:pPr>
      <w:r>
        <w:rPr>
          <w:rFonts w:hint="eastAsia"/>
          <w:sz w:val="22"/>
        </w:rPr>
        <w:t>□</w:t>
      </w:r>
      <w:r w:rsidRPr="002B1059">
        <w:rPr>
          <w:rFonts w:hint="eastAsia"/>
          <w:sz w:val="22"/>
        </w:rPr>
        <w:t xml:space="preserve">　「法人税」及び「消費税及び地方消費税」について未納税額のない証明書</w:t>
      </w:r>
    </w:p>
    <w:p w14:paraId="0DFA2F06" w14:textId="3F3E4305" w:rsidR="00F420E0" w:rsidRDefault="00C608B1" w:rsidP="001D52A9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□</w:t>
      </w:r>
      <w:r w:rsidRPr="002B1059">
        <w:rPr>
          <w:rFonts w:hint="eastAsia"/>
          <w:sz w:val="22"/>
        </w:rPr>
        <w:t xml:space="preserve">　都道府県税納税（完納）証明書</w:t>
      </w:r>
    </w:p>
    <w:p w14:paraId="360D96C0" w14:textId="0B864B10" w:rsidR="00611DF3" w:rsidRPr="001D52A9" w:rsidRDefault="00F420E0" w:rsidP="001D52A9">
      <w:pPr>
        <w:autoSpaceDE w:val="0"/>
        <w:autoSpaceDN w:val="0"/>
        <w:adjustRightInd w:val="0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□　</w:t>
      </w:r>
      <w:r w:rsidR="007946E6" w:rsidRPr="00FF6B55">
        <w:rPr>
          <w:rFonts w:hint="eastAsia"/>
          <w:sz w:val="22"/>
          <w:szCs w:val="22"/>
        </w:rPr>
        <w:t>配置予定</w:t>
      </w:r>
      <w:r>
        <w:rPr>
          <w:rFonts w:hint="eastAsia"/>
          <w:sz w:val="22"/>
          <w:szCs w:val="22"/>
        </w:rPr>
        <w:t>者</w:t>
      </w:r>
      <w:r w:rsidR="007946E6" w:rsidRPr="00FF6B55">
        <w:rPr>
          <w:rFonts w:hint="eastAsia"/>
          <w:sz w:val="22"/>
          <w:szCs w:val="22"/>
        </w:rPr>
        <w:t>調書</w:t>
      </w:r>
      <w:r w:rsidR="007946E6">
        <w:rPr>
          <w:rFonts w:hint="eastAsia"/>
          <w:sz w:val="22"/>
          <w:szCs w:val="22"/>
        </w:rPr>
        <w:t>（様式</w:t>
      </w:r>
      <w:r w:rsidR="00A239B9">
        <w:rPr>
          <w:rFonts w:hint="eastAsia"/>
          <w:sz w:val="22"/>
          <w:szCs w:val="22"/>
        </w:rPr>
        <w:t>第６号</w:t>
      </w:r>
      <w:r w:rsidR="007946E6">
        <w:rPr>
          <w:rFonts w:hint="eastAsia"/>
          <w:sz w:val="22"/>
          <w:szCs w:val="22"/>
        </w:rPr>
        <w:t>）</w:t>
      </w:r>
    </w:p>
    <w:p w14:paraId="425D2262" w14:textId="51197411" w:rsidR="00630684" w:rsidRPr="002B1059" w:rsidRDefault="00630684" w:rsidP="00630684">
      <w:pPr>
        <w:ind w:firstLineChars="100" w:firstLine="220"/>
        <w:rPr>
          <w:sz w:val="22"/>
        </w:rPr>
      </w:pPr>
      <w:r>
        <w:rPr>
          <w:rFonts w:hint="eastAsia"/>
          <w:sz w:val="22"/>
        </w:rPr>
        <w:t>□</w:t>
      </w:r>
      <w:r w:rsidRPr="002B1059">
        <w:rPr>
          <w:rFonts w:hint="eastAsia"/>
          <w:sz w:val="22"/>
        </w:rPr>
        <w:t xml:space="preserve">　委任状（様式</w:t>
      </w:r>
      <w:r w:rsidR="00A239B9">
        <w:rPr>
          <w:rFonts w:hint="eastAsia"/>
          <w:sz w:val="22"/>
        </w:rPr>
        <w:t>第７号</w:t>
      </w:r>
      <w:r w:rsidRPr="002B1059">
        <w:rPr>
          <w:rFonts w:hint="eastAsia"/>
          <w:sz w:val="22"/>
        </w:rPr>
        <w:t>）</w:t>
      </w:r>
    </w:p>
    <w:p w14:paraId="480CBC6F" w14:textId="77777777" w:rsidR="00C608B1" w:rsidRDefault="00C608B1" w:rsidP="00C608B1">
      <w:pPr>
        <w:autoSpaceDE w:val="0"/>
        <w:autoSpaceDN w:val="0"/>
        <w:adjustRightInd w:val="0"/>
        <w:rPr>
          <w:sz w:val="22"/>
        </w:rPr>
      </w:pPr>
    </w:p>
    <w:p w14:paraId="1E5C2FA0" w14:textId="77777777" w:rsidR="001D52A9" w:rsidRDefault="001D52A9" w:rsidP="00C608B1">
      <w:pPr>
        <w:autoSpaceDE w:val="0"/>
        <w:autoSpaceDN w:val="0"/>
        <w:adjustRightInd w:val="0"/>
        <w:rPr>
          <w:sz w:val="22"/>
        </w:rPr>
      </w:pPr>
    </w:p>
    <w:p w14:paraId="609755D6" w14:textId="77777777" w:rsidR="001D52A9" w:rsidRDefault="001D52A9" w:rsidP="00C608B1">
      <w:pPr>
        <w:autoSpaceDE w:val="0"/>
        <w:autoSpaceDN w:val="0"/>
        <w:adjustRightInd w:val="0"/>
        <w:rPr>
          <w:sz w:val="22"/>
        </w:rPr>
      </w:pPr>
    </w:p>
    <w:p w14:paraId="25FC8759" w14:textId="77777777" w:rsidR="001D52A9" w:rsidRDefault="001D52A9" w:rsidP="00C608B1">
      <w:pPr>
        <w:autoSpaceDE w:val="0"/>
        <w:autoSpaceDN w:val="0"/>
        <w:adjustRightInd w:val="0"/>
        <w:rPr>
          <w:sz w:val="22"/>
        </w:rPr>
      </w:pPr>
    </w:p>
    <w:p w14:paraId="4F663E29" w14:textId="77777777" w:rsidR="001D52A9" w:rsidRDefault="001D52A9" w:rsidP="00C608B1">
      <w:pPr>
        <w:autoSpaceDE w:val="0"/>
        <w:autoSpaceDN w:val="0"/>
        <w:adjustRightInd w:val="0"/>
        <w:rPr>
          <w:sz w:val="22"/>
        </w:rPr>
      </w:pPr>
    </w:p>
    <w:p w14:paraId="589EE8A8" w14:textId="77777777" w:rsidR="001D52A9" w:rsidRPr="00630684" w:rsidRDefault="001D52A9" w:rsidP="00C608B1">
      <w:pPr>
        <w:autoSpaceDE w:val="0"/>
        <w:autoSpaceDN w:val="0"/>
        <w:adjustRightInd w:val="0"/>
        <w:rPr>
          <w:sz w:val="22"/>
        </w:rPr>
      </w:pPr>
    </w:p>
    <w:p w14:paraId="2BA5D487" w14:textId="77777777" w:rsidR="003E63DF" w:rsidRPr="00AF189A" w:rsidRDefault="001202A2" w:rsidP="001202A2">
      <w:pPr>
        <w:tabs>
          <w:tab w:val="left" w:pos="4725"/>
        </w:tabs>
        <w:ind w:rightChars="400" w:right="840" w:firstLineChars="1300" w:firstLine="2860"/>
        <w:rPr>
          <w:sz w:val="22"/>
          <w:szCs w:val="22"/>
        </w:rPr>
      </w:pPr>
      <w:r>
        <w:rPr>
          <w:rFonts w:hint="eastAsia"/>
          <w:sz w:val="22"/>
          <w:szCs w:val="22"/>
        </w:rPr>
        <w:t>【</w:t>
      </w:r>
      <w:r w:rsidR="003E63DF" w:rsidRPr="00AF189A">
        <w:rPr>
          <w:rFonts w:hint="eastAsia"/>
          <w:sz w:val="22"/>
          <w:szCs w:val="22"/>
        </w:rPr>
        <w:t>担当者連絡先</w:t>
      </w:r>
      <w:r>
        <w:rPr>
          <w:rFonts w:hint="eastAsia"/>
          <w:sz w:val="22"/>
          <w:szCs w:val="22"/>
        </w:rPr>
        <w:t>】</w:t>
      </w:r>
    </w:p>
    <w:tbl>
      <w:tblPr>
        <w:tblW w:w="0" w:type="auto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119"/>
      </w:tblGrid>
      <w:tr w:rsidR="003E63DF" w:rsidRPr="00AF189A" w14:paraId="4798A5E0" w14:textId="77777777" w:rsidTr="00AF189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3D70F98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郵便番号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C7DF7CF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6BD78DD5" w14:textId="77777777" w:rsidTr="00AF189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6206EDF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654A3B73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1CE5AB80" w14:textId="77777777" w:rsidTr="00AF189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769032A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部署名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2AB338F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474E860B" w14:textId="77777777" w:rsidTr="00AF189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1F109F8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職氏名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71838FA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2A0CD139" w14:textId="77777777" w:rsidTr="00AF189A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A7928D1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51FA515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37E50964" w14:textId="77777777" w:rsidTr="00AF189A">
        <w:trPr>
          <w:trHeight w:val="3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8C35332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ＦＡＸ番号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85B76B1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  <w:tr w:rsidR="003E63DF" w:rsidRPr="00AF189A" w14:paraId="5C03038E" w14:textId="77777777" w:rsidTr="00AF189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68A617CB" w14:textId="77777777" w:rsidR="003E63DF" w:rsidRPr="00AF189A" w:rsidRDefault="003E63DF" w:rsidP="00D116A2">
            <w:pPr>
              <w:rPr>
                <w:sz w:val="22"/>
                <w:szCs w:val="22"/>
              </w:rPr>
            </w:pPr>
            <w:r w:rsidRPr="00AF189A">
              <w:rPr>
                <w:rFonts w:hint="eastAsia"/>
                <w:sz w:val="22"/>
                <w:szCs w:val="22"/>
              </w:rPr>
              <w:t>電子メールアドレス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6EBB81D" w14:textId="77777777" w:rsidR="003E63DF" w:rsidRPr="00AF189A" w:rsidRDefault="003E63DF" w:rsidP="00D116A2">
            <w:pPr>
              <w:rPr>
                <w:sz w:val="22"/>
                <w:szCs w:val="22"/>
              </w:rPr>
            </w:pPr>
          </w:p>
        </w:tc>
      </w:tr>
    </w:tbl>
    <w:p w14:paraId="7AAC4250" w14:textId="77777777" w:rsidR="00E173C2" w:rsidRPr="00AF189A" w:rsidRDefault="00E173C2">
      <w:pPr>
        <w:rPr>
          <w:sz w:val="22"/>
          <w:szCs w:val="22"/>
        </w:rPr>
      </w:pPr>
    </w:p>
    <w:sectPr w:rsidR="00E173C2" w:rsidRPr="00AF189A" w:rsidSect="005F616B">
      <w:footerReference w:type="even" r:id="rId6"/>
      <w:pgSz w:w="11906" w:h="16838" w:code="9"/>
      <w:pgMar w:top="964" w:right="1701" w:bottom="737" w:left="1701" w:header="851" w:footer="992" w:gutter="0"/>
      <w:pgNumType w:fmt="numberInDash"/>
      <w:cols w:space="720"/>
      <w:docGrid w:type="lines" w:linePitch="34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2DE04" w14:textId="77777777" w:rsidR="00151F45" w:rsidRDefault="00151F45">
      <w:r>
        <w:separator/>
      </w:r>
    </w:p>
  </w:endnote>
  <w:endnote w:type="continuationSeparator" w:id="0">
    <w:p w14:paraId="3AEB3699" w14:textId="77777777" w:rsidR="00151F45" w:rsidRDefault="00151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76D1" w14:textId="77777777" w:rsidR="001D52A9" w:rsidRDefault="001478F1">
    <w:pPr>
      <w:pStyle w:val="a5"/>
      <w:framePr w:wrap="around" w:vAnchor="text" w:hAnchor="margin" w:xAlign="center" w:y="9"/>
      <w:rPr>
        <w:rStyle w:val="a7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010F32D4" w14:textId="77777777" w:rsidR="001D52A9" w:rsidRDefault="001D52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6ED2C" w14:textId="77777777" w:rsidR="00151F45" w:rsidRDefault="00151F45">
      <w:r>
        <w:separator/>
      </w:r>
    </w:p>
  </w:footnote>
  <w:footnote w:type="continuationSeparator" w:id="0">
    <w:p w14:paraId="553E1B2D" w14:textId="77777777" w:rsidR="00151F45" w:rsidRDefault="00151F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DF"/>
    <w:rsid w:val="00067B7B"/>
    <w:rsid w:val="00102682"/>
    <w:rsid w:val="001202A2"/>
    <w:rsid w:val="001478F1"/>
    <w:rsid w:val="00151F45"/>
    <w:rsid w:val="00181084"/>
    <w:rsid w:val="001C6174"/>
    <w:rsid w:val="001D52A9"/>
    <w:rsid w:val="002A58C9"/>
    <w:rsid w:val="003E0FC5"/>
    <w:rsid w:val="003E63DF"/>
    <w:rsid w:val="003F61CD"/>
    <w:rsid w:val="00400610"/>
    <w:rsid w:val="00437BC9"/>
    <w:rsid w:val="00451C43"/>
    <w:rsid w:val="004C1F94"/>
    <w:rsid w:val="0057530D"/>
    <w:rsid w:val="005D3007"/>
    <w:rsid w:val="005F616B"/>
    <w:rsid w:val="005F725A"/>
    <w:rsid w:val="00611DF3"/>
    <w:rsid w:val="00630684"/>
    <w:rsid w:val="00645A1B"/>
    <w:rsid w:val="006733F7"/>
    <w:rsid w:val="006868E4"/>
    <w:rsid w:val="006C5260"/>
    <w:rsid w:val="006D0B9E"/>
    <w:rsid w:val="006D62C6"/>
    <w:rsid w:val="007946E6"/>
    <w:rsid w:val="007B3B80"/>
    <w:rsid w:val="007D7826"/>
    <w:rsid w:val="008C3E67"/>
    <w:rsid w:val="008F0366"/>
    <w:rsid w:val="008F23A2"/>
    <w:rsid w:val="00954BBF"/>
    <w:rsid w:val="0096358E"/>
    <w:rsid w:val="009A1C44"/>
    <w:rsid w:val="00A00D13"/>
    <w:rsid w:val="00A239B9"/>
    <w:rsid w:val="00A60C5A"/>
    <w:rsid w:val="00AF189A"/>
    <w:rsid w:val="00B170C1"/>
    <w:rsid w:val="00B67E0E"/>
    <w:rsid w:val="00BE05B5"/>
    <w:rsid w:val="00C35BE4"/>
    <w:rsid w:val="00C608B1"/>
    <w:rsid w:val="00D06DD3"/>
    <w:rsid w:val="00D86BDD"/>
    <w:rsid w:val="00E13B5D"/>
    <w:rsid w:val="00E173C2"/>
    <w:rsid w:val="00EF596B"/>
    <w:rsid w:val="00F40A44"/>
    <w:rsid w:val="00F420E0"/>
    <w:rsid w:val="00F95237"/>
    <w:rsid w:val="00FB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5A4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63DF"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  <w:style w:type="character" w:styleId="a7">
    <w:name w:val="page number"/>
    <w:basedOn w:val="a0"/>
    <w:rsid w:val="003E63DF"/>
    <w:rPr>
      <w:lang w:val="en-US" w:eastAsia="ja-JP"/>
    </w:rPr>
  </w:style>
  <w:style w:type="paragraph" w:styleId="a8">
    <w:name w:val="Note Heading"/>
    <w:basedOn w:val="a"/>
    <w:next w:val="a"/>
    <w:link w:val="a9"/>
    <w:unhideWhenUsed/>
    <w:rsid w:val="006D62C6"/>
    <w:pPr>
      <w:jc w:val="center"/>
    </w:pPr>
    <w:rPr>
      <w:sz w:val="22"/>
      <w:szCs w:val="22"/>
    </w:rPr>
  </w:style>
  <w:style w:type="character" w:customStyle="1" w:styleId="a9">
    <w:name w:val="記 (文字)"/>
    <w:basedOn w:val="a0"/>
    <w:link w:val="a8"/>
    <w:rsid w:val="006D62C6"/>
    <w:rPr>
      <w:rFonts w:ascii="ＭＳ 明朝" w:hAnsi="ＭＳ 明朝"/>
      <w:kern w:val="2"/>
      <w:sz w:val="22"/>
      <w:szCs w:val="22"/>
    </w:rPr>
  </w:style>
  <w:style w:type="paragraph" w:styleId="aa">
    <w:name w:val="Closing"/>
    <w:basedOn w:val="a"/>
    <w:link w:val="ab"/>
    <w:unhideWhenUsed/>
    <w:rsid w:val="006D62C6"/>
    <w:pPr>
      <w:jc w:val="right"/>
    </w:pPr>
    <w:rPr>
      <w:sz w:val="22"/>
      <w:szCs w:val="22"/>
    </w:rPr>
  </w:style>
  <w:style w:type="character" w:customStyle="1" w:styleId="ab">
    <w:name w:val="結語 (文字)"/>
    <w:basedOn w:val="a0"/>
    <w:link w:val="aa"/>
    <w:rsid w:val="006D62C6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313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2021-02-22T00:27:00Z</dcterms:created>
  <dcterms:modified xsi:type="dcterms:W3CDTF">2025-12-02T23:54:00Z</dcterms:modified>
</cp:coreProperties>
</file>