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40152" w14:textId="0F1B16BC" w:rsidR="00B4268F" w:rsidRDefault="00B4268F" w:rsidP="00B4268F">
      <w:pPr>
        <w:ind w:right="-18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（様式</w:t>
      </w:r>
      <w:r w:rsidR="00065931">
        <w:rPr>
          <w:rFonts w:ascii="ＭＳ 明朝" w:hAnsi="ＭＳ 明朝" w:hint="eastAsia"/>
          <w:sz w:val="22"/>
          <w:szCs w:val="22"/>
        </w:rPr>
        <w:t>第</w:t>
      </w:r>
      <w:r>
        <w:rPr>
          <w:rFonts w:ascii="ＭＳ 明朝" w:hAnsi="ＭＳ 明朝" w:hint="eastAsia"/>
          <w:sz w:val="22"/>
          <w:szCs w:val="22"/>
        </w:rPr>
        <w:t>１</w:t>
      </w:r>
      <w:r w:rsidR="00065931">
        <w:rPr>
          <w:rFonts w:ascii="ＭＳ 明朝" w:hAnsi="ＭＳ 明朝" w:hint="eastAsia"/>
          <w:sz w:val="22"/>
          <w:szCs w:val="22"/>
        </w:rPr>
        <w:t>号</w:t>
      </w:r>
      <w:r>
        <w:rPr>
          <w:rFonts w:ascii="ＭＳ 明朝" w:hAnsi="ＭＳ 明朝" w:hint="eastAsia"/>
          <w:sz w:val="22"/>
          <w:szCs w:val="22"/>
        </w:rPr>
        <w:t>）</w:t>
      </w:r>
    </w:p>
    <w:p w14:paraId="4B335A44" w14:textId="77777777" w:rsidR="00AA1A6F" w:rsidRPr="00B4268F" w:rsidRDefault="00AA1A6F" w:rsidP="00B4268F">
      <w:pPr>
        <w:ind w:right="-18"/>
        <w:jc w:val="right"/>
        <w:rPr>
          <w:rFonts w:ascii="ＭＳ 明朝" w:hAnsi="ＭＳ 明朝"/>
          <w:sz w:val="22"/>
          <w:szCs w:val="22"/>
        </w:rPr>
      </w:pPr>
      <w:r w:rsidRPr="00B4268F">
        <w:rPr>
          <w:rFonts w:ascii="ＭＳ 明朝" w:hAnsi="ＭＳ 明朝" w:hint="eastAsia"/>
          <w:sz w:val="22"/>
          <w:szCs w:val="22"/>
        </w:rPr>
        <w:t xml:space="preserve">　　年　　月　　日　</w:t>
      </w:r>
    </w:p>
    <w:p w14:paraId="0C1AB461" w14:textId="77777777" w:rsidR="00AA1A6F" w:rsidRPr="00B4268F" w:rsidRDefault="00AA1A6F" w:rsidP="00AA1A6F">
      <w:pPr>
        <w:rPr>
          <w:rFonts w:ascii="ＭＳ 明朝" w:hAnsi="ＭＳ 明朝"/>
          <w:sz w:val="22"/>
          <w:szCs w:val="22"/>
        </w:rPr>
      </w:pPr>
    </w:p>
    <w:p w14:paraId="7786A043" w14:textId="77777777" w:rsidR="00AA1A6F" w:rsidRPr="00B4268F" w:rsidRDefault="00AA1A6F" w:rsidP="00AA1A6F">
      <w:pPr>
        <w:rPr>
          <w:rFonts w:ascii="ＭＳ 明朝" w:hAnsi="ＭＳ 明朝"/>
          <w:sz w:val="22"/>
          <w:szCs w:val="22"/>
        </w:rPr>
      </w:pPr>
      <w:r w:rsidRPr="00B4268F">
        <w:rPr>
          <w:rFonts w:ascii="ＭＳ 明朝" w:hAnsi="ＭＳ 明朝" w:hint="eastAsia"/>
          <w:sz w:val="22"/>
          <w:szCs w:val="22"/>
        </w:rPr>
        <w:t xml:space="preserve">　西都市長　様</w:t>
      </w:r>
    </w:p>
    <w:p w14:paraId="02BF1EEF" w14:textId="77777777" w:rsidR="00AA1A6F" w:rsidRPr="00B4268F" w:rsidRDefault="00AA1A6F" w:rsidP="00AA1A6F">
      <w:pPr>
        <w:rPr>
          <w:rFonts w:ascii="ＭＳ 明朝" w:hAnsi="ＭＳ 明朝"/>
          <w:sz w:val="22"/>
          <w:szCs w:val="22"/>
        </w:rPr>
      </w:pPr>
    </w:p>
    <w:p w14:paraId="79125C36" w14:textId="77777777" w:rsidR="00AA1A6F" w:rsidRPr="00B4268F" w:rsidRDefault="00AA1A6F" w:rsidP="00AA1A6F">
      <w:pPr>
        <w:ind w:firstLineChars="1700" w:firstLine="3740"/>
        <w:rPr>
          <w:sz w:val="22"/>
          <w:szCs w:val="22"/>
        </w:rPr>
      </w:pPr>
      <w:r w:rsidRPr="00B4268F">
        <w:rPr>
          <w:rFonts w:ascii="ＭＳ 明朝" w:hAnsi="ＭＳ 明朝" w:hint="eastAsia"/>
          <w:sz w:val="22"/>
          <w:szCs w:val="22"/>
        </w:rPr>
        <w:t xml:space="preserve">　　　　　　</w:t>
      </w:r>
      <w:r w:rsidRPr="00B4268F">
        <w:rPr>
          <w:rFonts w:hint="eastAsia"/>
          <w:sz w:val="22"/>
          <w:szCs w:val="22"/>
        </w:rPr>
        <w:t>所在地</w:t>
      </w:r>
    </w:p>
    <w:p w14:paraId="506875F6" w14:textId="77777777" w:rsidR="00AA1A6F" w:rsidRPr="00B4268F" w:rsidRDefault="00AA1A6F" w:rsidP="00AA1A6F">
      <w:pPr>
        <w:ind w:firstLineChars="2300" w:firstLine="5060"/>
        <w:rPr>
          <w:sz w:val="22"/>
          <w:szCs w:val="22"/>
        </w:rPr>
      </w:pPr>
      <w:r w:rsidRPr="00B4268F">
        <w:rPr>
          <w:rFonts w:hint="eastAsia"/>
          <w:sz w:val="22"/>
          <w:szCs w:val="22"/>
        </w:rPr>
        <w:t>商号又は名称</w:t>
      </w:r>
    </w:p>
    <w:p w14:paraId="52822FF7" w14:textId="77777777" w:rsidR="00AA1A6F" w:rsidRPr="00B4268F" w:rsidRDefault="00AA1A6F" w:rsidP="00AA1A6F">
      <w:pPr>
        <w:ind w:right="720" w:firstLineChars="2300" w:firstLine="5060"/>
        <w:rPr>
          <w:rFonts w:ascii="ＭＳ 明朝" w:hAnsi="ＭＳ 明朝"/>
          <w:sz w:val="22"/>
          <w:szCs w:val="22"/>
        </w:rPr>
      </w:pPr>
      <w:r w:rsidRPr="00B4268F">
        <w:rPr>
          <w:rFonts w:hint="eastAsia"/>
          <w:sz w:val="22"/>
          <w:szCs w:val="22"/>
        </w:rPr>
        <w:t xml:space="preserve">代表者職氏名　　　　　　　</w:t>
      </w:r>
    </w:p>
    <w:p w14:paraId="6776E926" w14:textId="77777777" w:rsidR="00AA1A6F" w:rsidRPr="00B4268F" w:rsidRDefault="00AA1A6F" w:rsidP="00AA1A6F">
      <w:pPr>
        <w:ind w:right="720"/>
        <w:rPr>
          <w:rFonts w:ascii="ＭＳ 明朝" w:hAnsi="ＭＳ 明朝"/>
          <w:sz w:val="22"/>
          <w:szCs w:val="22"/>
        </w:rPr>
      </w:pPr>
    </w:p>
    <w:p w14:paraId="57DB4F83" w14:textId="77777777" w:rsidR="00AA1A6F" w:rsidRPr="00B4268F" w:rsidRDefault="00AA1A6F" w:rsidP="00AA1A6F">
      <w:pPr>
        <w:jc w:val="center"/>
        <w:rPr>
          <w:rFonts w:ascii="ＭＳ 明朝" w:hAnsi="ＭＳ 明朝"/>
          <w:sz w:val="22"/>
          <w:szCs w:val="22"/>
        </w:rPr>
      </w:pPr>
      <w:r w:rsidRPr="00B4268F">
        <w:rPr>
          <w:rFonts w:ascii="ＭＳ 明朝" w:hAnsi="ＭＳ 明朝" w:hint="eastAsia"/>
          <w:sz w:val="22"/>
          <w:szCs w:val="22"/>
        </w:rPr>
        <w:t>質問書</w:t>
      </w:r>
    </w:p>
    <w:p w14:paraId="13864656" w14:textId="77777777" w:rsidR="00AA1A6F" w:rsidRPr="00B4268F" w:rsidRDefault="00AA1A6F" w:rsidP="00AA1A6F">
      <w:pPr>
        <w:rPr>
          <w:rFonts w:ascii="ＭＳ 明朝" w:hAnsi="ＭＳ 明朝"/>
          <w:sz w:val="22"/>
          <w:szCs w:val="22"/>
        </w:rPr>
      </w:pPr>
    </w:p>
    <w:p w14:paraId="2144FA61" w14:textId="3E7A71B2" w:rsidR="00AA1A6F" w:rsidRPr="00B4268F" w:rsidRDefault="00065931" w:rsidP="00B4268F">
      <w:pPr>
        <w:ind w:firstLineChars="100" w:firstLine="220"/>
        <w:rPr>
          <w:rFonts w:ascii="ＭＳ 明朝" w:hAnsi="ＭＳ 明朝"/>
          <w:sz w:val="22"/>
          <w:szCs w:val="22"/>
        </w:rPr>
      </w:pPr>
      <w:r w:rsidRPr="00065931">
        <w:rPr>
          <w:rFonts w:ascii="ＭＳ 明朝" w:hAnsi="ＭＳ 明朝" w:hint="eastAsia"/>
          <w:sz w:val="22"/>
          <w:szCs w:val="22"/>
        </w:rPr>
        <w:t>西都市立小中学校ICT支援員派遣業務委託</w:t>
      </w:r>
      <w:r w:rsidR="00B4268F" w:rsidRPr="00B4268F">
        <w:rPr>
          <w:rFonts w:ascii="ＭＳ 明朝" w:hAnsi="ＭＳ 明朝" w:hint="eastAsia"/>
          <w:sz w:val="22"/>
          <w:szCs w:val="22"/>
        </w:rPr>
        <w:t>公募型プロポーザルについて、次のとおり質問します。</w:t>
      </w:r>
    </w:p>
    <w:p w14:paraId="6E462A5C" w14:textId="77777777" w:rsidR="00AA1A6F" w:rsidRPr="00B4268F" w:rsidRDefault="00AA1A6F" w:rsidP="00AA1A6F">
      <w:pPr>
        <w:rPr>
          <w:rFonts w:ascii="ＭＳ 明朝" w:hAnsi="ＭＳ 明朝"/>
          <w:sz w:val="22"/>
          <w:szCs w:val="22"/>
        </w:rPr>
      </w:pPr>
    </w:p>
    <w:tbl>
      <w:tblPr>
        <w:tblW w:w="953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2448"/>
        <w:gridCol w:w="7087"/>
      </w:tblGrid>
      <w:tr w:rsidR="00AA1A6F" w:rsidRPr="00B4268F" w14:paraId="2EE1F7DE" w14:textId="77777777" w:rsidTr="000757BE">
        <w:trPr>
          <w:trHeight w:val="345"/>
        </w:trPr>
        <w:tc>
          <w:tcPr>
            <w:tcW w:w="2448" w:type="dxa"/>
            <w:vAlign w:val="center"/>
          </w:tcPr>
          <w:p w14:paraId="14D4046F" w14:textId="77777777" w:rsidR="00AA1A6F" w:rsidRPr="00B4268F" w:rsidRDefault="00AA1A6F" w:rsidP="00F2605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4268F">
              <w:rPr>
                <w:rFonts w:ascii="ＭＳ 明朝" w:hAnsi="ＭＳ 明朝" w:hint="eastAsia"/>
                <w:sz w:val="22"/>
                <w:szCs w:val="22"/>
              </w:rPr>
              <w:t>項　目</w:t>
            </w:r>
          </w:p>
        </w:tc>
        <w:tc>
          <w:tcPr>
            <w:tcW w:w="7087" w:type="dxa"/>
            <w:vAlign w:val="center"/>
          </w:tcPr>
          <w:p w14:paraId="24BAD74A" w14:textId="77777777" w:rsidR="00AA1A6F" w:rsidRPr="00B4268F" w:rsidRDefault="00AA1A6F" w:rsidP="00F2605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4268F">
              <w:rPr>
                <w:rFonts w:ascii="ＭＳ 明朝" w:hAnsi="ＭＳ 明朝" w:hint="eastAsia"/>
                <w:sz w:val="22"/>
                <w:szCs w:val="22"/>
              </w:rPr>
              <w:t>内　　　容</w:t>
            </w:r>
          </w:p>
        </w:tc>
      </w:tr>
      <w:tr w:rsidR="00AA1A6F" w:rsidRPr="00B4268F" w14:paraId="453BF87B" w14:textId="77777777" w:rsidTr="000757BE">
        <w:trPr>
          <w:trHeight w:val="2520"/>
        </w:trPr>
        <w:tc>
          <w:tcPr>
            <w:tcW w:w="2448" w:type="dxa"/>
          </w:tcPr>
          <w:p w14:paraId="2DEECC27" w14:textId="77777777" w:rsidR="00AA1A6F" w:rsidRPr="00B4268F" w:rsidRDefault="00AA1A6F" w:rsidP="00F26058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087" w:type="dxa"/>
          </w:tcPr>
          <w:p w14:paraId="3D1AB91A" w14:textId="77777777" w:rsidR="00AA1A6F" w:rsidRPr="00B4268F" w:rsidRDefault="00AA1A6F" w:rsidP="00F26058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28B85EF3" w14:textId="77777777" w:rsidR="006F0684" w:rsidRDefault="006F0684" w:rsidP="00AA1A6F">
      <w:pPr>
        <w:ind w:left="660" w:hangingChars="300" w:hanging="660"/>
        <w:rPr>
          <w:rFonts w:ascii="ＭＳ 明朝" w:hAnsi="ＭＳ 明朝"/>
          <w:sz w:val="22"/>
          <w:szCs w:val="22"/>
        </w:rPr>
      </w:pPr>
    </w:p>
    <w:p w14:paraId="441F6911" w14:textId="77777777" w:rsidR="00AA1A6F" w:rsidRPr="00B4268F" w:rsidRDefault="006F0684" w:rsidP="006F0684">
      <w:pPr>
        <w:ind w:left="220" w:hangingChars="100" w:hanging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※ </w:t>
      </w:r>
      <w:r w:rsidR="00AA1A6F" w:rsidRPr="00B4268F">
        <w:rPr>
          <w:rFonts w:ascii="ＭＳ 明朝" w:hAnsi="ＭＳ 明朝" w:hint="eastAsia"/>
          <w:sz w:val="22"/>
          <w:szCs w:val="22"/>
        </w:rPr>
        <w:t>質問の対象となる書類（実施要領</w:t>
      </w:r>
      <w:r w:rsidR="00517FF0">
        <w:rPr>
          <w:rFonts w:ascii="ＭＳ 明朝" w:hAnsi="ＭＳ 明朝" w:hint="eastAsia"/>
          <w:sz w:val="22"/>
          <w:szCs w:val="22"/>
        </w:rPr>
        <w:t>、</w:t>
      </w:r>
      <w:r w:rsidR="00AA1A6F" w:rsidRPr="00B4268F">
        <w:rPr>
          <w:rFonts w:ascii="ＭＳ 明朝" w:hAnsi="ＭＳ 明朝" w:hint="eastAsia"/>
          <w:sz w:val="22"/>
          <w:szCs w:val="22"/>
        </w:rPr>
        <w:t>仕様書など）、ページ、項目などについて記入</w:t>
      </w:r>
      <w:r>
        <w:rPr>
          <w:rFonts w:ascii="ＭＳ 明朝" w:hAnsi="ＭＳ 明朝" w:hint="eastAsia"/>
          <w:sz w:val="22"/>
          <w:szCs w:val="22"/>
        </w:rPr>
        <w:t>すること。</w:t>
      </w:r>
    </w:p>
    <w:p w14:paraId="040E9463" w14:textId="77777777" w:rsidR="00AA1A6F" w:rsidRPr="00B4268F" w:rsidRDefault="006F0684" w:rsidP="00AA1A6F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※ </w:t>
      </w:r>
      <w:r w:rsidR="00AA1A6F" w:rsidRPr="00B4268F">
        <w:rPr>
          <w:rFonts w:ascii="ＭＳ 明朝" w:hAnsi="ＭＳ 明朝" w:hint="eastAsia"/>
          <w:sz w:val="22"/>
          <w:szCs w:val="22"/>
        </w:rPr>
        <w:t>質問を</w:t>
      </w:r>
      <w:r>
        <w:rPr>
          <w:rFonts w:ascii="ＭＳ 明朝" w:hAnsi="ＭＳ 明朝" w:hint="eastAsia"/>
          <w:sz w:val="22"/>
          <w:szCs w:val="22"/>
        </w:rPr>
        <w:t>提出した場合</w:t>
      </w:r>
      <w:r w:rsidR="00AA1A6F" w:rsidRPr="00B4268F">
        <w:rPr>
          <w:rFonts w:ascii="ＭＳ 明朝" w:hAnsi="ＭＳ 明朝" w:hint="eastAsia"/>
          <w:sz w:val="22"/>
          <w:szCs w:val="22"/>
        </w:rPr>
        <w:t>は、必ず電話により確認を行</w:t>
      </w:r>
      <w:r>
        <w:rPr>
          <w:rFonts w:ascii="ＭＳ 明朝" w:hAnsi="ＭＳ 明朝" w:hint="eastAsia"/>
          <w:sz w:val="22"/>
          <w:szCs w:val="22"/>
        </w:rPr>
        <w:t>うこと。</w:t>
      </w:r>
    </w:p>
    <w:p w14:paraId="3E5F39F6" w14:textId="77777777" w:rsidR="00AA1A6F" w:rsidRPr="00B4268F" w:rsidRDefault="006F0684" w:rsidP="00AA1A6F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※ </w:t>
      </w:r>
      <w:r w:rsidR="00AA1A6F" w:rsidRPr="00B4268F">
        <w:rPr>
          <w:rFonts w:ascii="ＭＳ 明朝" w:hAnsi="ＭＳ 明朝" w:hint="eastAsia"/>
          <w:sz w:val="22"/>
          <w:szCs w:val="22"/>
        </w:rPr>
        <w:t>質問がない場合は、質問書の提出は不要で</w:t>
      </w:r>
      <w:r>
        <w:rPr>
          <w:rFonts w:ascii="ＭＳ 明朝" w:hAnsi="ＭＳ 明朝" w:hint="eastAsia"/>
          <w:sz w:val="22"/>
          <w:szCs w:val="22"/>
        </w:rPr>
        <w:t>ある。</w:t>
      </w:r>
    </w:p>
    <w:p w14:paraId="663F5B58" w14:textId="77777777" w:rsidR="00AA1A6F" w:rsidRPr="00B4268F" w:rsidRDefault="00AA1A6F" w:rsidP="00AA1A6F">
      <w:pPr>
        <w:rPr>
          <w:rFonts w:ascii="ＭＳ 明朝" w:hAnsi="ＭＳ 明朝"/>
          <w:sz w:val="22"/>
          <w:szCs w:val="22"/>
        </w:rPr>
      </w:pPr>
    </w:p>
    <w:p w14:paraId="27A03C07" w14:textId="77777777" w:rsidR="00AA1A6F" w:rsidRPr="00B4268F" w:rsidRDefault="00887460" w:rsidP="00887460">
      <w:pPr>
        <w:tabs>
          <w:tab w:val="left" w:pos="4725"/>
        </w:tabs>
        <w:ind w:rightChars="400" w:right="840"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【</w:t>
      </w:r>
      <w:r w:rsidR="00AA1A6F" w:rsidRPr="00B4268F">
        <w:rPr>
          <w:rFonts w:ascii="ＭＳ 明朝" w:hAnsi="ＭＳ 明朝" w:hint="eastAsia"/>
          <w:sz w:val="22"/>
          <w:szCs w:val="22"/>
        </w:rPr>
        <w:t>担当者連絡先</w:t>
      </w:r>
      <w:r>
        <w:rPr>
          <w:rFonts w:ascii="ＭＳ 明朝" w:hAnsi="ＭＳ 明朝" w:hint="eastAsia"/>
          <w:sz w:val="22"/>
          <w:szCs w:val="22"/>
        </w:rPr>
        <w:t>】</w:t>
      </w:r>
    </w:p>
    <w:tbl>
      <w:tblPr>
        <w:tblW w:w="6447" w:type="dxa"/>
        <w:tblInd w:w="3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7"/>
        <w:gridCol w:w="4110"/>
      </w:tblGrid>
      <w:tr w:rsidR="00AA1A6F" w:rsidRPr="00B4268F" w14:paraId="6467AEF1" w14:textId="77777777" w:rsidTr="000757BE"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492B9216" w14:textId="77777777" w:rsidR="00AA1A6F" w:rsidRPr="00B4268F" w:rsidRDefault="00AA1A6F" w:rsidP="00F26058">
            <w:pPr>
              <w:rPr>
                <w:rFonts w:ascii="ＭＳ 明朝" w:hAnsi="ＭＳ 明朝"/>
                <w:sz w:val="22"/>
                <w:szCs w:val="22"/>
              </w:rPr>
            </w:pPr>
            <w:r w:rsidRPr="00B4268F">
              <w:rPr>
                <w:rFonts w:ascii="ＭＳ 明朝" w:hAnsi="ＭＳ 明朝" w:hint="eastAsia"/>
                <w:sz w:val="22"/>
                <w:szCs w:val="22"/>
              </w:rPr>
              <w:t>郵便番号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27904304" w14:textId="77777777" w:rsidR="00AA1A6F" w:rsidRPr="00B4268F" w:rsidRDefault="00AA1A6F" w:rsidP="00F26058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A1A6F" w:rsidRPr="00B4268F" w14:paraId="6E416D0E" w14:textId="77777777" w:rsidTr="000757BE"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78AF401E" w14:textId="77777777" w:rsidR="00AA1A6F" w:rsidRPr="00B4268F" w:rsidRDefault="00AA1A6F" w:rsidP="00F26058">
            <w:pPr>
              <w:rPr>
                <w:rFonts w:ascii="ＭＳ 明朝" w:hAnsi="ＭＳ 明朝"/>
                <w:sz w:val="22"/>
                <w:szCs w:val="22"/>
              </w:rPr>
            </w:pPr>
            <w:r w:rsidRPr="00B4268F">
              <w:rPr>
                <w:rFonts w:ascii="ＭＳ 明朝" w:hAnsi="ＭＳ 明朝" w:hint="eastAsia"/>
                <w:sz w:val="22"/>
                <w:szCs w:val="22"/>
              </w:rPr>
              <w:t>所在地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763BC6AA" w14:textId="77777777" w:rsidR="00AA1A6F" w:rsidRPr="00B4268F" w:rsidRDefault="00AA1A6F" w:rsidP="00F26058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A1A6F" w:rsidRPr="00B4268F" w14:paraId="1CFD0AF5" w14:textId="77777777" w:rsidTr="000757BE"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5F019151" w14:textId="77777777" w:rsidR="00AA1A6F" w:rsidRPr="00B4268F" w:rsidRDefault="00AA1A6F" w:rsidP="00F26058">
            <w:pPr>
              <w:rPr>
                <w:rFonts w:ascii="ＭＳ 明朝" w:hAnsi="ＭＳ 明朝"/>
                <w:sz w:val="22"/>
                <w:szCs w:val="22"/>
              </w:rPr>
            </w:pPr>
            <w:r w:rsidRPr="00B4268F">
              <w:rPr>
                <w:rFonts w:ascii="ＭＳ 明朝" w:hAnsi="ＭＳ 明朝" w:hint="eastAsia"/>
                <w:sz w:val="22"/>
                <w:szCs w:val="22"/>
              </w:rPr>
              <w:t>部署名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5A30CB88" w14:textId="77777777" w:rsidR="00AA1A6F" w:rsidRPr="00B4268F" w:rsidRDefault="00AA1A6F" w:rsidP="00F26058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A1A6F" w:rsidRPr="00B4268F" w14:paraId="2006340D" w14:textId="77777777" w:rsidTr="000757BE"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329A17B8" w14:textId="77777777" w:rsidR="00AA1A6F" w:rsidRPr="00B4268F" w:rsidRDefault="00AA1A6F" w:rsidP="00F26058">
            <w:pPr>
              <w:rPr>
                <w:rFonts w:ascii="ＭＳ 明朝" w:hAnsi="ＭＳ 明朝"/>
                <w:sz w:val="22"/>
                <w:szCs w:val="22"/>
              </w:rPr>
            </w:pPr>
            <w:r w:rsidRPr="00B4268F">
              <w:rPr>
                <w:rFonts w:ascii="ＭＳ 明朝" w:hAnsi="ＭＳ 明朝" w:hint="eastAsia"/>
                <w:sz w:val="22"/>
                <w:szCs w:val="22"/>
              </w:rPr>
              <w:t>職氏名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5C8CC8F5" w14:textId="77777777" w:rsidR="00AA1A6F" w:rsidRPr="00B4268F" w:rsidRDefault="00AA1A6F" w:rsidP="00F26058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A1A6F" w:rsidRPr="00B4268F" w14:paraId="79A90AD7" w14:textId="77777777" w:rsidTr="000757BE"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2907906B" w14:textId="77777777" w:rsidR="00AA1A6F" w:rsidRPr="00B4268F" w:rsidRDefault="00AA1A6F" w:rsidP="00F26058">
            <w:pPr>
              <w:rPr>
                <w:rFonts w:ascii="ＭＳ 明朝" w:hAnsi="ＭＳ 明朝"/>
                <w:sz w:val="22"/>
                <w:szCs w:val="22"/>
              </w:rPr>
            </w:pPr>
            <w:r w:rsidRPr="00B4268F">
              <w:rPr>
                <w:rFonts w:ascii="ＭＳ 明朝" w:hAnsi="ＭＳ 明朝" w:hint="eastAsia"/>
                <w:sz w:val="22"/>
                <w:szCs w:val="22"/>
              </w:rPr>
              <w:t>電話番号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223C2D78" w14:textId="77777777" w:rsidR="00AA1A6F" w:rsidRPr="00B4268F" w:rsidRDefault="00AA1A6F" w:rsidP="00F26058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A1A6F" w:rsidRPr="00B4268F" w14:paraId="3DA8EB53" w14:textId="77777777" w:rsidTr="000757BE"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6511C76D" w14:textId="77777777" w:rsidR="00AA1A6F" w:rsidRPr="00B4268F" w:rsidRDefault="00AA1A6F" w:rsidP="00F26058">
            <w:pPr>
              <w:rPr>
                <w:rFonts w:ascii="ＭＳ 明朝" w:hAnsi="ＭＳ 明朝"/>
                <w:sz w:val="22"/>
                <w:szCs w:val="22"/>
              </w:rPr>
            </w:pPr>
            <w:r w:rsidRPr="00B4268F">
              <w:rPr>
                <w:rFonts w:ascii="ＭＳ 明朝" w:hAnsi="ＭＳ 明朝" w:hint="eastAsia"/>
                <w:sz w:val="22"/>
                <w:szCs w:val="22"/>
              </w:rPr>
              <w:t>電子メールアドレス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761C7B08" w14:textId="77777777" w:rsidR="00AA1A6F" w:rsidRPr="00B4268F" w:rsidRDefault="00AA1A6F" w:rsidP="00F26058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1458AE17" w14:textId="77777777" w:rsidR="003825B5" w:rsidRPr="00B4268F" w:rsidRDefault="003825B5" w:rsidP="006F0684">
      <w:pPr>
        <w:rPr>
          <w:sz w:val="22"/>
          <w:szCs w:val="22"/>
        </w:rPr>
      </w:pPr>
    </w:p>
    <w:sectPr w:rsidR="003825B5" w:rsidRPr="00B4268F" w:rsidSect="000757BE">
      <w:pgSz w:w="11906" w:h="16838"/>
      <w:pgMar w:top="1134" w:right="851" w:bottom="1134" w:left="1418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42F38E" w14:textId="77777777" w:rsidR="000A073E" w:rsidRDefault="000A073E">
      <w:r>
        <w:separator/>
      </w:r>
    </w:p>
  </w:endnote>
  <w:endnote w:type="continuationSeparator" w:id="0">
    <w:p w14:paraId="035E666C" w14:textId="77777777" w:rsidR="000A073E" w:rsidRDefault="000A0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6AE2DF" w14:textId="77777777" w:rsidR="000A073E" w:rsidRDefault="000A073E">
      <w:r>
        <w:separator/>
      </w:r>
    </w:p>
  </w:footnote>
  <w:footnote w:type="continuationSeparator" w:id="0">
    <w:p w14:paraId="1A2DAD29" w14:textId="77777777" w:rsidR="000A073E" w:rsidRDefault="000A07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A6F"/>
    <w:rsid w:val="00065931"/>
    <w:rsid w:val="000757BE"/>
    <w:rsid w:val="00084429"/>
    <w:rsid w:val="000A073E"/>
    <w:rsid w:val="000E518F"/>
    <w:rsid w:val="001C6174"/>
    <w:rsid w:val="002A3249"/>
    <w:rsid w:val="00356412"/>
    <w:rsid w:val="00367B5C"/>
    <w:rsid w:val="003825B5"/>
    <w:rsid w:val="003A31D5"/>
    <w:rsid w:val="003F61CD"/>
    <w:rsid w:val="00403995"/>
    <w:rsid w:val="00443EE2"/>
    <w:rsid w:val="00517FF0"/>
    <w:rsid w:val="0057530D"/>
    <w:rsid w:val="00645239"/>
    <w:rsid w:val="006C5260"/>
    <w:rsid w:val="006F0684"/>
    <w:rsid w:val="00862CBD"/>
    <w:rsid w:val="00887460"/>
    <w:rsid w:val="008F23A2"/>
    <w:rsid w:val="009F2A10"/>
    <w:rsid w:val="00A00D13"/>
    <w:rsid w:val="00A412AF"/>
    <w:rsid w:val="00AA1A6F"/>
    <w:rsid w:val="00B4268F"/>
    <w:rsid w:val="00BC7072"/>
    <w:rsid w:val="00BE282E"/>
    <w:rsid w:val="00C35BE4"/>
    <w:rsid w:val="00CF4440"/>
    <w:rsid w:val="00DA767E"/>
    <w:rsid w:val="00DF69EC"/>
    <w:rsid w:val="00F40A44"/>
    <w:rsid w:val="00FA4696"/>
    <w:rsid w:val="00FB257E"/>
    <w:rsid w:val="00FF1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F5C35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A1A6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753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530D"/>
    <w:rPr>
      <w:kern w:val="2"/>
      <w:sz w:val="21"/>
      <w:szCs w:val="24"/>
    </w:rPr>
  </w:style>
  <w:style w:type="paragraph" w:styleId="a5">
    <w:name w:val="footer"/>
    <w:basedOn w:val="a"/>
    <w:link w:val="a6"/>
    <w:rsid w:val="005753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7530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Office%20Word%202003%20Look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Office Word 2003 Look.dotx</Template>
  <TotalTime>0</TotalTime>
  <Pages>1</Pages>
  <Words>207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2021-02-22T00:32:00Z</dcterms:created>
  <dcterms:modified xsi:type="dcterms:W3CDTF">2025-12-01T02:04:00Z</dcterms:modified>
</cp:coreProperties>
</file>