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3DF" w:rsidRDefault="003E63DF" w:rsidP="003E63DF">
      <w:r>
        <w:rPr>
          <w:rFonts w:hint="eastAsia"/>
        </w:rPr>
        <w:t>（様式１）</w:t>
      </w:r>
    </w:p>
    <w:p w:rsidR="003E63DF" w:rsidRDefault="003E63DF" w:rsidP="003E63DF"/>
    <w:p w:rsidR="003E63DF" w:rsidRDefault="003E63DF" w:rsidP="003E63DF">
      <w:pPr>
        <w:jc w:val="right"/>
      </w:pPr>
      <w:r>
        <w:rPr>
          <w:rFonts w:hint="eastAsia"/>
        </w:rPr>
        <w:t>令和　　年　　月　　日</w:t>
      </w:r>
    </w:p>
    <w:p w:rsidR="003E63DF" w:rsidRDefault="003E63DF" w:rsidP="003E63DF"/>
    <w:p w:rsidR="003E63DF" w:rsidRDefault="003E63DF" w:rsidP="003E63DF">
      <w:pPr>
        <w:ind w:firstLineChars="200" w:firstLine="420"/>
      </w:pPr>
      <w:r>
        <w:rPr>
          <w:rFonts w:hint="eastAsia"/>
        </w:rPr>
        <w:t>西都市長　様</w:t>
      </w:r>
    </w:p>
    <w:p w:rsidR="003E63DF" w:rsidRDefault="003E63DF" w:rsidP="003E63DF"/>
    <w:p w:rsidR="003E63DF" w:rsidRDefault="003E63DF" w:rsidP="003E63DF"/>
    <w:p w:rsidR="003E63DF" w:rsidRDefault="003E63DF" w:rsidP="003E63DF">
      <w:pPr>
        <w:ind w:firstLineChars="2500" w:firstLine="5250"/>
      </w:pPr>
      <w:r>
        <w:rPr>
          <w:rFonts w:hint="eastAsia"/>
        </w:rPr>
        <w:t>所在地</w:t>
      </w:r>
    </w:p>
    <w:p w:rsidR="003E63DF" w:rsidRDefault="003E63DF" w:rsidP="003E63DF">
      <w:pPr>
        <w:ind w:firstLineChars="2500" w:firstLine="5250"/>
      </w:pPr>
      <w:r>
        <w:rPr>
          <w:rFonts w:hint="eastAsia"/>
        </w:rPr>
        <w:t>商号又は名称</w:t>
      </w:r>
    </w:p>
    <w:p w:rsidR="003E63DF" w:rsidRDefault="003E63DF" w:rsidP="003E63DF">
      <w:pPr>
        <w:ind w:firstLineChars="2500" w:firstLine="5250"/>
      </w:pPr>
      <w:r>
        <w:rPr>
          <w:rFonts w:hint="eastAsia"/>
        </w:rPr>
        <w:t>代表者職氏名　　　　　　　　印</w:t>
      </w:r>
    </w:p>
    <w:p w:rsidR="003E63DF" w:rsidRDefault="003E63DF" w:rsidP="003E63DF"/>
    <w:p w:rsidR="003E63DF" w:rsidRDefault="003E63DF" w:rsidP="003E63DF">
      <w:pPr>
        <w:jc w:val="center"/>
      </w:pPr>
      <w:r>
        <w:rPr>
          <w:rFonts w:hint="eastAsia"/>
        </w:rPr>
        <w:t>参　加　申　込　書</w:t>
      </w:r>
    </w:p>
    <w:p w:rsidR="003E63DF" w:rsidRDefault="003E63DF" w:rsidP="003E63DF"/>
    <w:p w:rsidR="003E63DF" w:rsidRDefault="00B84BF5" w:rsidP="003E63DF">
      <w:pPr>
        <w:ind w:leftChars="100" w:left="210" w:firstLineChars="100" w:firstLine="210"/>
      </w:pPr>
      <w:r>
        <w:rPr>
          <w:rFonts w:hint="eastAsia"/>
          <w:szCs w:val="21"/>
        </w:rPr>
        <w:t>観光マーケティング調査・戦略策定</w:t>
      </w:r>
      <w:bookmarkStart w:id="0" w:name="_GoBack"/>
      <w:bookmarkEnd w:id="0"/>
      <w:r w:rsidR="005068B0">
        <w:rPr>
          <w:rFonts w:hint="eastAsia"/>
        </w:rPr>
        <w:t>業務委託</w:t>
      </w:r>
      <w:r w:rsidR="003E63DF">
        <w:rPr>
          <w:rFonts w:hint="eastAsia"/>
        </w:rPr>
        <w:t>に係る公募型プロポーザルへの参加を申</w:t>
      </w:r>
      <w:r w:rsidR="00400610">
        <w:rPr>
          <w:rFonts w:hint="eastAsia"/>
        </w:rPr>
        <w:t>し</w:t>
      </w:r>
      <w:r w:rsidR="003E63DF">
        <w:rPr>
          <w:rFonts w:hint="eastAsia"/>
        </w:rPr>
        <w:t>込みます。</w:t>
      </w:r>
    </w:p>
    <w:p w:rsidR="003E63DF" w:rsidRDefault="003E63DF" w:rsidP="003E63DF">
      <w:pPr>
        <w:ind w:firstLineChars="200" w:firstLine="420"/>
      </w:pPr>
      <w:r>
        <w:rPr>
          <w:rFonts w:hint="eastAsia"/>
        </w:rPr>
        <w:t>なお、この申込書及び関係書類の内容については、事実と相違ないことを誓約します。</w:t>
      </w:r>
    </w:p>
    <w:p w:rsidR="003E63DF" w:rsidRDefault="003E63DF" w:rsidP="003E63DF"/>
    <w:p w:rsidR="003E63DF" w:rsidRDefault="003E63DF" w:rsidP="003E63DF">
      <w:pPr>
        <w:ind w:firstLineChars="200" w:firstLine="420"/>
      </w:pPr>
      <w:r>
        <w:rPr>
          <w:rFonts w:hint="eastAsia"/>
        </w:rPr>
        <w:t>関係書類　　法人概要書（様式２）</w:t>
      </w:r>
    </w:p>
    <w:p w:rsidR="003E63DF" w:rsidRDefault="003E63DF" w:rsidP="003E63DF">
      <w:r>
        <w:rPr>
          <w:rFonts w:hint="eastAsia"/>
        </w:rPr>
        <w:t xml:space="preserve">　　　　　　　　営業所一覧表（様式３）</w:t>
      </w:r>
    </w:p>
    <w:p w:rsidR="003E63DF" w:rsidRDefault="003E63DF" w:rsidP="003E63DF">
      <w:r>
        <w:rPr>
          <w:rFonts w:hint="eastAsia"/>
        </w:rPr>
        <w:t xml:space="preserve">　　　　　　　　役員等一覧表（様式４）</w:t>
      </w:r>
    </w:p>
    <w:p w:rsidR="003E63DF" w:rsidRDefault="003E63DF" w:rsidP="003E63DF">
      <w:r>
        <w:rPr>
          <w:rFonts w:hint="eastAsia"/>
        </w:rPr>
        <w:t xml:space="preserve">　　　　　　　　財務諸表</w:t>
      </w:r>
    </w:p>
    <w:p w:rsidR="003E63DF" w:rsidRDefault="003E63DF" w:rsidP="003E63DF">
      <w:r>
        <w:rPr>
          <w:rFonts w:hint="eastAsia"/>
        </w:rPr>
        <w:t xml:space="preserve">　　　　　　　　</w:t>
      </w:r>
      <w:r w:rsidR="00067B7B">
        <w:rPr>
          <w:rFonts w:hint="eastAsia"/>
        </w:rPr>
        <w:t>履歴事項全部証明書</w:t>
      </w:r>
    </w:p>
    <w:p w:rsidR="003E63DF" w:rsidRDefault="003E63DF" w:rsidP="003E63DF">
      <w:r>
        <w:rPr>
          <w:rFonts w:hint="eastAsia"/>
        </w:rPr>
        <w:t xml:space="preserve">　　　　　　　　西都市税（完納）証明書　※市内業者のみ</w:t>
      </w:r>
    </w:p>
    <w:p w:rsidR="003E63DF" w:rsidRDefault="003E63DF" w:rsidP="003E63DF">
      <w:r>
        <w:rPr>
          <w:rFonts w:hint="eastAsia"/>
        </w:rPr>
        <w:t xml:space="preserve">　　　　　　　　都道府県税納税（完納）証明書</w:t>
      </w:r>
    </w:p>
    <w:p w:rsidR="003E63DF" w:rsidRDefault="003E63DF" w:rsidP="003E63DF">
      <w:r>
        <w:rPr>
          <w:rFonts w:hint="eastAsia"/>
        </w:rPr>
        <w:t xml:space="preserve">　　　　　　　　法人税、消費税及び地方消費税納税証明書</w:t>
      </w:r>
    </w:p>
    <w:p w:rsidR="003E63DF" w:rsidRDefault="003E63DF" w:rsidP="003E63DF">
      <w:pPr>
        <w:tabs>
          <w:tab w:val="left" w:pos="4725"/>
        </w:tabs>
        <w:ind w:rightChars="400" w:right="840"/>
      </w:pPr>
    </w:p>
    <w:p w:rsidR="003E63DF" w:rsidRDefault="003E63DF" w:rsidP="003E63DF">
      <w:pPr>
        <w:tabs>
          <w:tab w:val="left" w:pos="4725"/>
        </w:tabs>
        <w:ind w:rightChars="400" w:right="840"/>
      </w:pPr>
    </w:p>
    <w:p w:rsidR="003E63DF" w:rsidRDefault="003E63DF" w:rsidP="003E63DF">
      <w:pPr>
        <w:tabs>
          <w:tab w:val="left" w:pos="4725"/>
        </w:tabs>
        <w:ind w:rightChars="400" w:right="840" w:firstLineChars="1800" w:firstLine="3780"/>
      </w:pPr>
      <w:r>
        <w:rPr>
          <w:rFonts w:hint="eastAsia"/>
        </w:rPr>
        <w:t>担当者連絡先</w:t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2940"/>
      </w:tblGrid>
      <w:tr w:rsidR="003E63DF" w:rsidTr="00D116A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>
            <w:r>
              <w:rPr>
                <w:rFonts w:hint="eastAsia"/>
              </w:rPr>
              <w:t>郵便番号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/>
        </w:tc>
      </w:tr>
      <w:tr w:rsidR="003E63DF" w:rsidTr="00D116A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>
            <w:r>
              <w:rPr>
                <w:rFonts w:hint="eastAsia"/>
              </w:rPr>
              <w:t>所在地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/>
        </w:tc>
      </w:tr>
      <w:tr w:rsidR="003E63DF" w:rsidTr="00D116A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>
            <w:r>
              <w:rPr>
                <w:rFonts w:hint="eastAsia"/>
              </w:rPr>
              <w:t>部署名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/>
        </w:tc>
      </w:tr>
      <w:tr w:rsidR="003E63DF" w:rsidTr="00D116A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>
            <w:r>
              <w:rPr>
                <w:rFonts w:hint="eastAsia"/>
              </w:rPr>
              <w:t>職氏名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/>
        </w:tc>
      </w:tr>
      <w:tr w:rsidR="003E63DF" w:rsidTr="00D116A2">
        <w:trPr>
          <w:trHeight w:val="36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>
            <w:r>
              <w:rPr>
                <w:rFonts w:hint="eastAsia"/>
              </w:rPr>
              <w:t>電話番号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/>
        </w:tc>
      </w:tr>
      <w:tr w:rsidR="003E63DF" w:rsidTr="00D116A2">
        <w:trPr>
          <w:trHeight w:val="36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>
            <w:r>
              <w:rPr>
                <w:rFonts w:hint="eastAsia"/>
              </w:rPr>
              <w:t>ＦＡＸ番号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/>
        </w:tc>
      </w:tr>
      <w:tr w:rsidR="003E63DF" w:rsidTr="00D116A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>
            <w:r>
              <w:rPr>
                <w:rFonts w:hint="eastAsia"/>
              </w:rPr>
              <w:t>電子メールアドレス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3E63DF" w:rsidRDefault="003E63DF" w:rsidP="00D116A2"/>
        </w:tc>
      </w:tr>
    </w:tbl>
    <w:p w:rsidR="00E173C2" w:rsidRDefault="00E173C2"/>
    <w:sectPr w:rsidR="00E173C2">
      <w:footerReference w:type="even" r:id="rId6"/>
      <w:pgSz w:w="11906" w:h="16838"/>
      <w:pgMar w:top="1985" w:right="1701" w:bottom="1701" w:left="1701" w:header="851" w:footer="992" w:gutter="0"/>
      <w:pgNumType w:fmt="numberInDash"/>
      <w:cols w:space="720"/>
      <w:docGrid w:type="line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6BA" w:rsidRDefault="009346BA">
      <w:r>
        <w:separator/>
      </w:r>
    </w:p>
  </w:endnote>
  <w:endnote w:type="continuationSeparator" w:id="0">
    <w:p w:rsidR="009346BA" w:rsidRDefault="00934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CC6" w:rsidRDefault="001478F1">
    <w:pPr>
      <w:pStyle w:val="a5"/>
      <w:framePr w:wrap="around" w:vAnchor="text" w:hAnchor="margin" w:xAlign="center" w:y="9"/>
      <w:rPr>
        <w:rStyle w:val="a7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8A6CC6" w:rsidRDefault="009346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6BA" w:rsidRDefault="009346BA">
      <w:r>
        <w:separator/>
      </w:r>
    </w:p>
  </w:footnote>
  <w:footnote w:type="continuationSeparator" w:id="0">
    <w:p w:rsidR="009346BA" w:rsidRDefault="00934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DF"/>
    <w:rsid w:val="00067B7B"/>
    <w:rsid w:val="001478F1"/>
    <w:rsid w:val="003E63DF"/>
    <w:rsid w:val="003F61CD"/>
    <w:rsid w:val="00400610"/>
    <w:rsid w:val="005068B0"/>
    <w:rsid w:val="0057530D"/>
    <w:rsid w:val="006C5260"/>
    <w:rsid w:val="007B3B80"/>
    <w:rsid w:val="008F23A2"/>
    <w:rsid w:val="009346BA"/>
    <w:rsid w:val="00A00D13"/>
    <w:rsid w:val="00B84BF5"/>
    <w:rsid w:val="00C35BE4"/>
    <w:rsid w:val="00C820CB"/>
    <w:rsid w:val="00E173C2"/>
    <w:rsid w:val="00F40A44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63DF"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  <w:style w:type="character" w:styleId="a7">
    <w:name w:val="page number"/>
    <w:basedOn w:val="a0"/>
    <w:rsid w:val="003E63DF"/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2021-02-22T00:27:00Z</dcterms:created>
  <dcterms:modified xsi:type="dcterms:W3CDTF">2023-04-04T02:03:00Z</dcterms:modified>
</cp:coreProperties>
</file>